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A4" w:rsidRPr="002727C8" w:rsidRDefault="00CB3BED" w:rsidP="00CB3BED">
      <w:pPr>
        <w:rPr>
          <w:rFonts w:ascii="Arial" w:hAnsi="Arial" w:cs="Arial"/>
          <w:b/>
          <w:sz w:val="20"/>
          <w:szCs w:val="20"/>
        </w:rPr>
      </w:pPr>
      <w:r w:rsidRPr="002727C8">
        <w:rPr>
          <w:rFonts w:ascii="Arial" w:hAnsi="Arial" w:cs="Arial"/>
          <w:b/>
          <w:sz w:val="20"/>
          <w:szCs w:val="20"/>
        </w:rPr>
        <w:t xml:space="preserve">Załącznik nr 7.1 do wniosku o dofinansowanie  </w:t>
      </w:r>
    </w:p>
    <w:tbl>
      <w:tblPr>
        <w:tblW w:w="102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"/>
        <w:gridCol w:w="320"/>
        <w:gridCol w:w="320"/>
        <w:gridCol w:w="320"/>
        <w:gridCol w:w="320"/>
        <w:gridCol w:w="320"/>
        <w:gridCol w:w="320"/>
        <w:gridCol w:w="320"/>
        <w:gridCol w:w="314"/>
        <w:gridCol w:w="310"/>
        <w:gridCol w:w="303"/>
        <w:gridCol w:w="299"/>
        <w:gridCol w:w="296"/>
        <w:gridCol w:w="285"/>
        <w:gridCol w:w="282"/>
        <w:gridCol w:w="235"/>
        <w:gridCol w:w="22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518"/>
        <w:gridCol w:w="372"/>
        <w:gridCol w:w="372"/>
        <w:gridCol w:w="398"/>
        <w:gridCol w:w="276"/>
      </w:tblGrid>
      <w:tr w:rsidR="00093CE8" w:rsidRPr="00093CE8" w:rsidTr="00093CE8">
        <w:trPr>
          <w:trHeight w:val="345"/>
        </w:trPr>
        <w:tc>
          <w:tcPr>
            <w:tcW w:w="10240" w:type="dxa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przy ubieganiu się o pomoc de minimis </w:t>
            </w:r>
          </w:p>
        </w:tc>
      </w:tr>
      <w:tr w:rsidR="00093CE8" w:rsidRPr="00093CE8" w:rsidTr="00093CE8">
        <w:trPr>
          <w:trHeight w:val="342"/>
        </w:trPr>
        <w:tc>
          <w:tcPr>
            <w:tcW w:w="10240" w:type="dxa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Stosuje się do pomocy de minimis udzielanej na warunkach określonych w rozporządzeniu Komisji (UE) nr 1407/2013 z dnia 18 grudnia 2013 r. w sprawie stosowania art. 107 i 108 Traktatu o funkcjonowaniu Unii Europejskiej do pomocy de minimis (Dz. Urz. UE L 352 z 24.12.2013, str. 1)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93CE8" w:rsidRPr="00093CE8" w:rsidTr="00093CE8">
        <w:trPr>
          <w:trHeight w:val="144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093CE8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A1. Informacje dotyczące wspólnika spółki cywilnej lub osobowej wnioskującego o pomoc de minimis w związku z działalnością prowadzoną w tej spółce</w:t>
            </w:r>
            <w:r w:rsidRPr="00093CE8">
              <w:rPr>
                <w:rFonts w:eastAsia="Times New Roman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  <w:tc>
          <w:tcPr>
            <w:tcW w:w="5225" w:type="dxa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6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8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9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9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późn. zm.)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jednostka sektora finansów publicznych w rozumieniu przepisów ustawy z dnia 27 sierpnia 2009 r. o finansach publicznych (Dz. U. z 2013 r. poz. 885, z późn. zm.)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6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0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8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6) Wielkość podmiotu, zgodnie z załącznikiem I do rozporządzenia Komisji (UE) nr 651/2014 z dnia 17 czerwca 2014 r. 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uznającego niektóre rodzaje pomocy za zgodne z rynkiem wewnętrznym w zastosowaniu art. 107 i 108 Traktatu (Dz. Urz. UE L 187 z 26.06.2014, str. 1)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</w:tr>
      <w:tr w:rsidR="00093CE8" w:rsidRPr="00093CE8" w:rsidTr="00093CE8">
        <w:trPr>
          <w:trHeight w:val="7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mikroprzedsiębiorca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7) Klasa działalności, zgodnie z rozporządzeniem Rady Ministrów z dnia 24 grudnia 2007 r. w sprawie Polskiej Klasyfikacji Działalności (PKD) (Dz. U. Nr 251, poz. 1885, z późn. zm.)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1 z 7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2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31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494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8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8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łączną wartość pomocy de minimis udzielonej w bieżącym roku podatkowym oraz w dwóch poprzedzających latach podatkowych wszystkim powiązanym z podmiotem przedsiębiorcom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7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6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58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9740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1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1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494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6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łączną wartość pomocy de minimis udzielonej w bieżącym roku podatkowym oraz w dwóch poprzedzających latach podatkowych wszystkim połączonym lub przejętym przedsiębiorcom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8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09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0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łączną wartość pomocy de minimis udzielonej w bieżącym roku podatkowym oraz w dwóch poprzedzających latach podatkowych przedsiębiorcy istniejącemu przed podziałem w odniesieniu do działalności przejmowanej przez podmiot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7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96" w:type="dxa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nie jest możliwe ustalenie, jaka część pomocy de minimis uzyskanej przez przedsiębiorcę przed podziałem przeznaczona była na działalność przejętą przez podmiot, należy podać: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96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93CE8" w:rsidRPr="00093CE8" w:rsidTr="00093CE8">
        <w:trPr>
          <w:trHeight w:val="3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łączną wartość pomocy de minimis udzielonej w bieżącym roku podatkowym oraz w dwóch poprzedzających latach podatkowych przedsiębiorcy przed podziałem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5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3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49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8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2 z 7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795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093CE8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6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914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7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 Czy w odniesieniu do okresu ostatnich 3 lat poprzedzających dzień wystąpienia z wnioskiem o udzielenie pomocy de minimis: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7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3 z 7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C. Informacje dotyczące działalności gospodarczej prowadzonej przez podmiot któremu ma być udzielona pomoc de minimis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65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1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podmiot, któremu ma być udzielona pomoc de minimis, prowadzi dzialalność: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8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3) w dziedzinie przetwarzania i wprowadzania do obrotu produktów rolnych 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wymienionych w załączniku I do Traktatu o funkcjonowaniu Unii Europejskiej?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567" w:type="dxa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5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47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47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5) Czy wnioskowana pomoc de minimis przeznaczona będzie na działalność wskazaną w pkt 1-4?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minimis (w jaki sposób)?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8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2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4 z 7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D. Informacje dotyczące pomocy otrzymanej w odniesieniu do tych samych kosztów, na pokrycie których ma być przeznaczona wnioskowana pomoc de minimis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8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wnioskowana pomoc de minimis zostanie przeznaczona na pokrycie dających się zidentyfikować kosztów?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czy na pokrycie tych samych kosztów, o których mowa powyżej, podmiot otrzymał pomoc inną niż pomoc de minimis?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20" w:type="dxa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6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minimis oraz pomocy de minimis na te same koszty.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1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7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8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1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3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7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5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1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9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3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3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4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9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5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8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5 z 7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minimis, należy dodatkowo wypełnić pkt 1-8 poniżej: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6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2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0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6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0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35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40" w:type="dxa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270"/>
        </w:trPr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lastRenderedPageBreak/>
              <w:t>Strona 6 z 7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color w:val="969696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945"/>
        </w:trPr>
        <w:tc>
          <w:tcPr>
            <w:tcW w:w="10240" w:type="dxa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1)  W przypadku gdy o pomoc de minimis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093CE8" w:rsidRPr="00093CE8" w:rsidTr="00093CE8">
        <w:trPr>
          <w:trHeight w:val="69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2) Wypełnia się wyłącznie w przypadku, gdy o pomoc de minimis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</w:tr>
      <w:tr w:rsidR="00093CE8" w:rsidRPr="00093CE8" w:rsidTr="00093CE8">
        <w:trPr>
          <w:trHeight w:val="30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093CE8" w:rsidRPr="00093CE8" w:rsidTr="00093CE8">
        <w:trPr>
          <w:trHeight w:val="103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późn. zm.). Lista identyfikatorów gmin znajduje się na stronie internetowej http://www.uokik.gov.pl/sporzadzanie_sprawozdan_z_wykorzystaniem_aplikacji_shrimp.php.</w:t>
            </w:r>
          </w:p>
        </w:tc>
      </w:tr>
      <w:tr w:rsidR="00093CE8" w:rsidRPr="00093CE8" w:rsidTr="00093CE8">
        <w:trPr>
          <w:trHeight w:val="28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093CE8" w:rsidRPr="00093CE8" w:rsidTr="00093CE8">
        <w:trPr>
          <w:trHeight w:val="51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6) Podaje się klasę działalności, w związku z którą podmiot ubiega się o pomoc de minimis. Jeżeli brak jest możliwości ustalenia jednej takiej działalności, podaje się klasę PKD tej działalności, która generuje największy przychód.</w:t>
            </w:r>
          </w:p>
        </w:tc>
      </w:tr>
      <w:tr w:rsidR="00093CE8" w:rsidRPr="00093CE8" w:rsidTr="00093CE8">
        <w:trPr>
          <w:trHeight w:val="51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093CE8" w:rsidRPr="00093CE8" w:rsidTr="00093CE8">
        <w:trPr>
          <w:trHeight w:val="60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093CE8" w:rsidRPr="00093CE8" w:rsidTr="00093CE8">
        <w:trPr>
          <w:trHeight w:val="120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9) Wypełnia się jedynie w przypadku podmiotów, którym ma być udzielona pomoc de minimis, do obliczenia wartości której konieczne jest ustalenie ich stopy referencyjnej (tj. w formie takiej jak:pożyczki, gwarancje, odroczenia, rozłożenia na raty), z wyjątkiem podmiotów, którym pomoc de minimis ma być udzielona na podstawie art. 34a ustawy z dnia 8 maja 1997 r. o poręczeniach i gwarancjach udzielanych przez Skarb Państwa oraz niektóre osoby prawne (Dz. U. z 2012 r. poz. 657, z późn. zm.) oraz będących osobami fizycznymi, którzy na dzień złożenia informacji określonych w niniejszym rozporządzeniu nie rozpoczęli prowadzenia działalności gospodarczej.</w:t>
            </w:r>
          </w:p>
        </w:tc>
      </w:tr>
      <w:tr w:rsidR="00093CE8" w:rsidRPr="00093CE8" w:rsidTr="00093CE8">
        <w:trPr>
          <w:trHeight w:val="51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093CE8" w:rsidRPr="00093CE8" w:rsidTr="00093CE8">
        <w:trPr>
          <w:trHeight w:val="28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093CE8" w:rsidRPr="00093CE8" w:rsidTr="00093CE8">
        <w:trPr>
          <w:trHeight w:val="73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093CE8" w:rsidRPr="00093CE8" w:rsidTr="00093CE8">
        <w:trPr>
          <w:trHeight w:val="96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późn zm.), zasad prowadzenia odrębnej ewidencji oraz metod przypisywania kosztów i przychodów.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093CE8" w:rsidRPr="00093CE8" w:rsidTr="00093CE8">
        <w:trPr>
          <w:trHeight w:val="37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7 z 7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855"/>
        </w:trPr>
        <w:tc>
          <w:tcPr>
            <w:tcW w:w="10240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Instrukcja wypełnienia tabeli w części D formularza </w:t>
            </w:r>
          </w:p>
        </w:tc>
      </w:tr>
      <w:tr w:rsidR="00093CE8" w:rsidRPr="00093CE8" w:rsidTr="00093CE8">
        <w:trPr>
          <w:trHeight w:val="175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minimis. Na przykład, jeżeli podmiot ubiegający się o pomoc de minimis otrzymał w przeszłości pomoc w związku z realizacją inwestycji, należy wykazać jedynie pomoc przeznaczoną na te same koszty kwalifikujące się do objęcia pomocą, na pokrycie których ma być udzielona pomoc de minimis.</w:t>
            </w:r>
          </w:p>
        </w:tc>
      </w:tr>
      <w:tr w:rsidR="00093CE8" w:rsidRPr="00093CE8" w:rsidTr="00093CE8">
        <w:trPr>
          <w:trHeight w:val="81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1.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</w:tr>
      <w:tr w:rsidR="00093CE8" w:rsidRPr="00093CE8" w:rsidTr="00093CE8">
        <w:trPr>
          <w:trHeight w:val="136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093CE8" w:rsidRPr="00093CE8" w:rsidTr="00093CE8">
        <w:trPr>
          <w:trHeight w:val="90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093CE8" w:rsidRPr="00093CE8" w:rsidTr="00093CE8">
        <w:trPr>
          <w:trHeight w:val="525"/>
        </w:trPr>
        <w:tc>
          <w:tcPr>
            <w:tcW w:w="42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42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4271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>3a</w:t>
            </w:r>
          </w:p>
        </w:tc>
        <w:tc>
          <w:tcPr>
            <w:tcW w:w="421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15"/>
        </w:trPr>
        <w:tc>
          <w:tcPr>
            <w:tcW w:w="4271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421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42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przepis ustawy</w:t>
            </w:r>
          </w:p>
        </w:tc>
        <w:tc>
          <w:tcPr>
            <w:tcW w:w="42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brak*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95"/>
        </w:trPr>
        <w:tc>
          <w:tcPr>
            <w:tcW w:w="4271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przepis ustawy</w:t>
            </w:r>
          </w:p>
        </w:tc>
        <w:tc>
          <w:tcPr>
            <w:tcW w:w="42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przepis aktu wykonawczego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95"/>
        </w:trPr>
        <w:tc>
          <w:tcPr>
            <w:tcW w:w="4271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przepis ustawy</w:t>
            </w:r>
          </w:p>
        </w:tc>
        <w:tc>
          <w:tcPr>
            <w:tcW w:w="4214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 xml:space="preserve">przepis aktu wykonawczego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90"/>
        </w:trPr>
        <w:tc>
          <w:tcPr>
            <w:tcW w:w="4271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4214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decyzja/uchwała/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90"/>
        </w:trPr>
        <w:tc>
          <w:tcPr>
            <w:tcW w:w="4271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421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umowa – symbol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50"/>
        </w:trPr>
        <w:tc>
          <w:tcPr>
            <w:tcW w:w="4271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przepis ustawy</w:t>
            </w:r>
          </w:p>
        </w:tc>
        <w:tc>
          <w:tcPr>
            <w:tcW w:w="421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093CE8">
              <w:rPr>
                <w:rFonts w:eastAsia="Times New Roman" w:cs="Arial"/>
                <w:lang w:eastAsia="pl-PL"/>
              </w:rPr>
              <w:t>decyzja/uchwała/umowa – symbol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4271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421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093CE8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093CE8">
              <w:rPr>
                <w:rFonts w:eastAsia="Times New Roman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093CE8" w:rsidRPr="00093CE8" w:rsidTr="00093CE8">
        <w:trPr>
          <w:trHeight w:val="106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093CE8" w:rsidRPr="00093CE8" w:rsidTr="00093CE8">
        <w:trPr>
          <w:trHeight w:val="3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Kol. 3b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093CE8" w:rsidRPr="00093CE8" w:rsidTr="00093CE8">
        <w:trPr>
          <w:trHeight w:val="46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Strona 1 z 5</w:t>
            </w:r>
          </w:p>
        </w:tc>
      </w:tr>
      <w:tr w:rsidR="00093CE8" w:rsidRPr="00093CE8" w:rsidTr="00093CE8">
        <w:trPr>
          <w:trHeight w:val="465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6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7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lastRenderedPageBreak/>
              <w:t>Forma pomocy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093CE8" w:rsidRPr="00093CE8" w:rsidTr="00093CE8">
        <w:trPr>
          <w:trHeight w:val="30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093CE8" w:rsidRPr="00093CE8" w:rsidTr="00093CE8">
        <w:trPr>
          <w:trHeight w:val="6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093CE8" w:rsidRPr="00093CE8" w:rsidTr="00093CE8">
        <w:trPr>
          <w:trHeight w:val="55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093CE8" w:rsidRPr="00093CE8" w:rsidTr="00093CE8">
        <w:trPr>
          <w:trHeight w:val="9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093CE8" w:rsidRPr="00093CE8" w:rsidTr="00093CE8">
        <w:trPr>
          <w:trHeight w:val="6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jednorazowa amortyzacja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odroczenie terminu płatności opłaty (składki, wpłaty)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093CE8" w:rsidRPr="00093CE8" w:rsidTr="00093CE8">
        <w:trPr>
          <w:trHeight w:val="66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093CE8" w:rsidRPr="00093CE8" w:rsidTr="00093CE8">
        <w:trPr>
          <w:trHeight w:val="6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2 z 5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Wartość otrzymanej pomocy publicznej lub pomocy de minimis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093CE8" w:rsidRPr="00093CE8" w:rsidTr="00093CE8">
        <w:trPr>
          <w:trHeight w:val="76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a)</w:t>
            </w:r>
            <w:r w:rsidRPr="00093CE8">
              <w:rPr>
                <w:rFonts w:eastAsia="Times New Roman" w:cs="Arial"/>
                <w:sz w:val="14"/>
                <w:szCs w:val="14"/>
                <w:lang w:eastAsia="pl-PL"/>
              </w:rPr>
              <w:t xml:space="preserve">       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093CE8" w:rsidRPr="00093CE8" w:rsidTr="00093CE8">
        <w:trPr>
          <w:trHeight w:val="106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b)</w:t>
            </w:r>
            <w:r w:rsidRPr="00093CE8">
              <w:rPr>
                <w:rFonts w:eastAsia="Times New Roman" w:cs="Arial"/>
                <w:sz w:val="14"/>
                <w:szCs w:val="14"/>
                <w:lang w:eastAsia="pl-PL"/>
              </w:rPr>
              <w:t xml:space="preserve">       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093CE8" w:rsidRPr="00093CE8" w:rsidTr="00093CE8">
        <w:trPr>
          <w:trHeight w:val="73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6.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> 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093CE8"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093CE8" w:rsidRPr="00093CE8" w:rsidTr="00093CE8">
        <w:trPr>
          <w:trHeight w:val="33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pomoc na klastry innowacyjne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093CE8" w:rsidRPr="00093CE8" w:rsidTr="00093CE8">
        <w:trPr>
          <w:trHeight w:val="33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093CE8" w:rsidRPr="00093CE8" w:rsidTr="00093CE8">
        <w:trPr>
          <w:trHeight w:val="162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093CE8" w:rsidRPr="00093CE8" w:rsidTr="00093CE8">
        <w:trPr>
          <w:trHeight w:val="9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093CE8" w:rsidRPr="00093CE8" w:rsidTr="00093CE8">
        <w:trPr>
          <w:trHeight w:val="63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093CE8" w:rsidRPr="00093CE8" w:rsidTr="00093CE8">
        <w:trPr>
          <w:trHeight w:val="66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093CE8" w:rsidRPr="00093CE8" w:rsidTr="00093CE8">
        <w:trPr>
          <w:trHeight w:val="6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3 z 5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093CE8" w:rsidRPr="00093CE8" w:rsidTr="00093CE8">
        <w:trPr>
          <w:trHeight w:val="39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093CE8" w:rsidRPr="00093CE8" w:rsidTr="00093CE8">
        <w:trPr>
          <w:trHeight w:val="72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093CE8" w:rsidRPr="00093CE8" w:rsidTr="00093CE8">
        <w:trPr>
          <w:trHeight w:val="72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093CE8" w:rsidRPr="00093CE8" w:rsidTr="00093CE8">
        <w:trPr>
          <w:trHeight w:val="69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093CE8" w:rsidRPr="00093CE8" w:rsidTr="00093CE8">
        <w:trPr>
          <w:trHeight w:val="73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pomoc na rekompensatę dodatkowych kosztów związanych z zatrudnianiem pracowników niepełnosprawnych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093CE8" w:rsidRPr="00093CE8" w:rsidTr="00093CE8">
        <w:trPr>
          <w:trHeight w:val="73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093CE8" w:rsidRPr="00093CE8" w:rsidTr="00093CE8">
        <w:trPr>
          <w:trHeight w:val="69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093CE8" w:rsidRPr="00093CE8" w:rsidTr="00093CE8">
        <w:trPr>
          <w:trHeight w:val="72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093CE8" w:rsidRPr="00093CE8" w:rsidTr="00093CE8">
        <w:trPr>
          <w:trHeight w:val="97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093CE8" w:rsidRPr="00093CE8" w:rsidTr="00093CE8">
        <w:trPr>
          <w:trHeight w:val="33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regionalna pomoc inwestycyjna na duże projekty inwestycyjne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093CE8" w:rsidRPr="00093CE8" w:rsidTr="00093CE8">
        <w:trPr>
          <w:trHeight w:val="69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 xml:space="preserve"> de minimis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093CE8" w:rsidRPr="00093CE8" w:rsidTr="00093CE8">
        <w:trPr>
          <w:trHeight w:val="105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w sektorze transportu drogowego towarów udzielana zgodnie z rozporządzeniem Komisji</w:t>
            </w: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nr 1407/2013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093CE8" w:rsidRPr="00093CE8" w:rsidTr="00093CE8">
        <w:trPr>
          <w:trHeight w:val="69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pomoc 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C0C0C0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4 z 5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360"/>
        </w:trPr>
        <w:tc>
          <w:tcPr>
            <w:tcW w:w="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</w:tr>
      <w:tr w:rsidR="00093CE8" w:rsidRPr="00093CE8" w:rsidTr="00093CE8">
        <w:trPr>
          <w:trHeight w:val="45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093CE8" w:rsidRPr="00093CE8" w:rsidTr="00093CE8">
        <w:trPr>
          <w:trHeight w:val="43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lastRenderedPageBreak/>
              <w:t>SEKTOR BUDOWNICTWA OKRĘTOWEGO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093CE8" w:rsidRPr="00093CE8" w:rsidTr="00093CE8">
        <w:trPr>
          <w:trHeight w:val="420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093CE8" w:rsidRPr="00093CE8" w:rsidTr="00093CE8">
        <w:trPr>
          <w:trHeight w:val="720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093CE8" w:rsidRPr="00093CE8" w:rsidTr="00093CE8">
        <w:trPr>
          <w:trHeight w:val="40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093CE8" w:rsidRPr="00093CE8" w:rsidTr="00093CE8">
        <w:trPr>
          <w:trHeight w:val="39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093CE8" w:rsidRPr="00093CE8" w:rsidTr="00093CE8">
        <w:trPr>
          <w:trHeight w:val="360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093CE8" w:rsidRPr="00093CE8" w:rsidTr="00093CE8">
        <w:trPr>
          <w:trHeight w:val="405"/>
        </w:trPr>
        <w:tc>
          <w:tcPr>
            <w:tcW w:w="10240" w:type="dxa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KOLEJOWY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1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093CE8" w:rsidRPr="00093CE8" w:rsidTr="00093CE8">
        <w:trPr>
          <w:trHeight w:val="720"/>
        </w:trPr>
        <w:tc>
          <w:tcPr>
            <w:tcW w:w="9003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na pokrycie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kosztów powstałych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u wytwórców w związku z przedterminowym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rozwiązaniem umów długoterminowych</w:t>
            </w:r>
            <w:r w:rsidRPr="00093CE8">
              <w:rPr>
                <w:rFonts w:eastAsia="Times New Roman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sprzedaży mocy i energii elektrycznej</w:t>
            </w:r>
          </w:p>
        </w:tc>
        <w:tc>
          <w:tcPr>
            <w:tcW w:w="1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1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1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93CE8" w:rsidRPr="00093CE8" w:rsidTr="00093CE8">
        <w:trPr>
          <w:trHeight w:val="345"/>
        </w:trPr>
        <w:tc>
          <w:tcPr>
            <w:tcW w:w="9003" w:type="dxa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  <w:tr w:rsidR="00093CE8" w:rsidRPr="00093CE8" w:rsidTr="00093CE8">
        <w:trPr>
          <w:trHeight w:val="345"/>
        </w:trPr>
        <w:tc>
          <w:tcPr>
            <w:tcW w:w="10240" w:type="dxa"/>
            <w:gridSpan w:val="3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093CE8" w:rsidRPr="00093CE8" w:rsidRDefault="00093CE8" w:rsidP="00093CE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93CE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Strona 5 z 5</w:t>
            </w:r>
          </w:p>
        </w:tc>
      </w:tr>
    </w:tbl>
    <w:p w:rsidR="00657F49" w:rsidRDefault="00657F49"/>
    <w:p w:rsidR="00657F49" w:rsidRDefault="00657F49">
      <w:r>
        <w:br w:type="page"/>
      </w:r>
    </w:p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"/>
        <w:gridCol w:w="327"/>
        <w:gridCol w:w="327"/>
        <w:gridCol w:w="327"/>
        <w:gridCol w:w="327"/>
        <w:gridCol w:w="327"/>
        <w:gridCol w:w="327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40"/>
        <w:gridCol w:w="405"/>
        <w:gridCol w:w="340"/>
        <w:gridCol w:w="340"/>
        <w:gridCol w:w="398"/>
        <w:gridCol w:w="328"/>
        <w:gridCol w:w="328"/>
        <w:gridCol w:w="328"/>
        <w:gridCol w:w="328"/>
        <w:gridCol w:w="340"/>
        <w:gridCol w:w="405"/>
        <w:gridCol w:w="340"/>
        <w:gridCol w:w="340"/>
        <w:gridCol w:w="398"/>
        <w:gridCol w:w="340"/>
      </w:tblGrid>
      <w:tr w:rsidR="00657F49" w:rsidRPr="00323C23" w:rsidTr="00657F49">
        <w:trPr>
          <w:trHeight w:val="555"/>
        </w:trPr>
        <w:tc>
          <w:tcPr>
            <w:tcW w:w="3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0200" w:type="dxa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B. Informacje dotyczące sytuacji ekonomicznej wnioskodawcy</w:t>
            </w:r>
            <w:r w:rsidR="007869FD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="00803A4B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9</w:t>
            </w:r>
            <w:r w:rsidRPr="00657F49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)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7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1) Czy wnioskodawca spełnia kryteria kwalifikujące go do objęcia postępowaniem upadłościowym?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Czy wnioskodawca będący dużym przedsiębiorcą znajduje się w sytuacji porównywalnej co najmniej z oceną kredytową B-</w:t>
            </w:r>
            <w:r w:rsidR="00803A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10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)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lub lepszą?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 Czy w odniesieniu do okresu ostatnich 3 lat poprzedzających dzień wystąpienia z wnioskiem o udzielenie pomocy de minimis: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wnioskodawca odnotowuje rosnące straty?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b) obroty wnioskodawcy maleją? 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c) zwiększeniu ulegają zapasy wnioskodawcy lub    niewykorzystany potencjał do świadczenia usług?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d) wnioskodawca ma nadwyżki produkcji</w:t>
            </w:r>
            <w:r w:rsidR="007869F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A56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="00803A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)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f) zwiększa się suma zadłużenia wnioskodawcy?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g) rosną kwoty odsetek od zobowiązań wnioskodawcy?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h) wartość aktywów netto wnioskodawcy zmniejsza się lub jest zerowa?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i) zaistniały inne okoliczności (podać jakie) wskazujące na trudności w zakresie płynności finansowej?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7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657F49" w:rsidRDefault="00657F49"/>
    <w:p w:rsidR="00657F49" w:rsidRDefault="00657F49">
      <w:r>
        <w:br w:type="page"/>
      </w:r>
    </w:p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40"/>
        <w:gridCol w:w="405"/>
        <w:gridCol w:w="340"/>
        <w:gridCol w:w="340"/>
        <w:gridCol w:w="398"/>
        <w:gridCol w:w="335"/>
        <w:gridCol w:w="340"/>
      </w:tblGrid>
      <w:tr w:rsidR="00657F49" w:rsidRPr="00323C23" w:rsidTr="007D32A4">
        <w:trPr>
          <w:trHeight w:val="345"/>
        </w:trPr>
        <w:tc>
          <w:tcPr>
            <w:tcW w:w="341" w:type="dxa"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0199" w:type="dxa"/>
            <w:gridSpan w:val="30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C. Informacje dotyczące prowadzonej działalności gospodarczej, w związku z którą wnioskodawca ubiega się o pomoc de minimis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465"/>
        </w:trPr>
        <w:tc>
          <w:tcPr>
            <w:tcW w:w="341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99" w:type="dxa"/>
            <w:gridSpan w:val="30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64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wnioskowana pomoc de minimis dotyczy działalności: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="007869F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80776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="00803A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)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80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</w:t>
            </w:r>
            <w:r w:rsidR="007869F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80776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="00803A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)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00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40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4) w sektorze drogowego transportu towarów, jeśli tak to: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3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a) czy pomoc będzie przeznaczona na nabycie pojazdów wykorzystywanych do świadczenia usług w zakresie drogowego transportu towarów?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00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b) czy zapewniona jest rozdzielność rachunkowa</w:t>
            </w:r>
            <w:r w:rsidR="007869F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3A4B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14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eastAsia="pl-PL"/>
              </w:rPr>
              <w:t>)</w:t>
            </w: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działalności prowadzonej w sektorze drogowego transportu towarów i pozostałej działalności gospodarczej prowadzonej przez wnioskodawcę (w jaki sposób)?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2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345"/>
        </w:trPr>
        <w:tc>
          <w:tcPr>
            <w:tcW w:w="341" w:type="dxa"/>
            <w:tcBorders>
              <w:top w:val="nil"/>
              <w:left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657F49" w:rsidRDefault="00657F49"/>
    <w:p w:rsidR="00657F49" w:rsidRDefault="00657F49">
      <w:pPr>
        <w:sectPr w:rsidR="00657F49" w:rsidSect="00CB3BED">
          <w:headerReference w:type="default" r:id="rId8"/>
          <w:pgSz w:w="11906" w:h="16838"/>
          <w:pgMar w:top="161" w:right="567" w:bottom="567" w:left="567" w:header="426" w:footer="709" w:gutter="0"/>
          <w:cols w:space="708"/>
          <w:docGrid w:linePitch="360"/>
        </w:sectPr>
      </w:pPr>
    </w:p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"/>
        <w:gridCol w:w="325"/>
        <w:gridCol w:w="326"/>
        <w:gridCol w:w="326"/>
        <w:gridCol w:w="327"/>
        <w:gridCol w:w="32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27"/>
        <w:gridCol w:w="327"/>
        <w:gridCol w:w="327"/>
        <w:gridCol w:w="327"/>
        <w:gridCol w:w="327"/>
        <w:gridCol w:w="327"/>
        <w:gridCol w:w="327"/>
        <w:gridCol w:w="327"/>
        <w:gridCol w:w="326"/>
        <w:gridCol w:w="340"/>
        <w:gridCol w:w="340"/>
        <w:gridCol w:w="405"/>
        <w:gridCol w:w="372"/>
        <w:gridCol w:w="372"/>
        <w:gridCol w:w="398"/>
        <w:gridCol w:w="340"/>
      </w:tblGrid>
      <w:tr w:rsidR="00657F49" w:rsidRPr="00323C23" w:rsidTr="007D32A4">
        <w:trPr>
          <w:trHeight w:val="19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lastRenderedPageBreak/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803A4B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D. Informacje dotyczące pomocy otrzymanej w odniesieniu do tych samych kosztów, na pokrycie których ma być przeznaczona wnioskowana pomoc de minimis</w:t>
            </w:r>
            <w:r w:rsidR="007869FD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="00803A4B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15</w:t>
            </w:r>
            <w:r w:rsidRPr="00657F49">
              <w:rPr>
                <w:rFonts w:eastAsia="Times New Roman" w:cs="Arial"/>
                <w:b/>
                <w:bCs/>
                <w:sz w:val="28"/>
                <w:szCs w:val="28"/>
                <w:vertAlign w:val="superscript"/>
                <w:lang w:eastAsia="pl-PL"/>
              </w:rPr>
              <w:t>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7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Czy wnioskowa pomoc de minimis zostanie przeznaczona na pokrycie dających się zidentyfikować kosztów?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7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7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czy na pokrycie tych samych kosztów, o których mowa powyżej, przedsiębiorca otrzymał pomoc inną niż de pomoc de minimis?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47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69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Jeśli tak, należy wypełnić poniższą tabelę w odniesieniu do ww. pomocy innej niż de minimis oraz pomocy de minimis na te same koszty.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657F49" w:rsidRDefault="00657F49">
      <w:r>
        <w:br w:type="page"/>
      </w:r>
    </w:p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"/>
        <w:gridCol w:w="325"/>
        <w:gridCol w:w="326"/>
        <w:gridCol w:w="326"/>
        <w:gridCol w:w="327"/>
        <w:gridCol w:w="32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27"/>
        <w:gridCol w:w="327"/>
        <w:gridCol w:w="327"/>
        <w:gridCol w:w="327"/>
        <w:gridCol w:w="327"/>
        <w:gridCol w:w="327"/>
        <w:gridCol w:w="327"/>
        <w:gridCol w:w="327"/>
        <w:gridCol w:w="326"/>
        <w:gridCol w:w="340"/>
        <w:gridCol w:w="340"/>
        <w:gridCol w:w="405"/>
        <w:gridCol w:w="372"/>
        <w:gridCol w:w="372"/>
        <w:gridCol w:w="398"/>
        <w:gridCol w:w="340"/>
      </w:tblGrid>
      <w:tr w:rsidR="009E519B" w:rsidRPr="00323C23" w:rsidTr="007D32A4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4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52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8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1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1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7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4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1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9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3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1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4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19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25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7D32A4" w:rsidRPr="00323C23" w:rsidTr="007D32A4">
        <w:trPr>
          <w:trHeight w:val="18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657F49" w:rsidRDefault="00657F49"/>
    <w:p w:rsidR="00657F49" w:rsidRDefault="00657F49">
      <w:r>
        <w:br w:type="page"/>
      </w:r>
    </w:p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7F49" w:rsidRPr="00323C23" w:rsidTr="007D32A4">
        <w:trPr>
          <w:trHeight w:val="360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minimis, należy dodatkowo wypełnić pkt 1-8 poniżej: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4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2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657F49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15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3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0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165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0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657F49" w:rsidRPr="00323C23" w:rsidTr="007D32A4">
        <w:trPr>
          <w:trHeight w:val="36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7D32A4" w:rsidRDefault="007D32A4"/>
    <w:p w:rsidR="00983D88" w:rsidRDefault="007D32A4">
      <w:pPr>
        <w:sectPr w:rsidR="00983D88" w:rsidSect="00657F49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983D88" w:rsidRDefault="00983D88">
      <w:r w:rsidRPr="001350AA">
        <w:rPr>
          <w:b/>
          <w:sz w:val="24"/>
          <w:szCs w:val="24"/>
        </w:rPr>
        <w:lastRenderedPageBreak/>
        <w:t xml:space="preserve">E. Informacje dotyczące otrzymanej </w:t>
      </w:r>
      <w:r w:rsidRPr="001350AA">
        <w:rPr>
          <w:b/>
          <w:snapToGrid w:val="0"/>
          <w:sz w:val="24"/>
          <w:szCs w:val="24"/>
        </w:rPr>
        <w:t>pomocy de minimis</w:t>
      </w:r>
    </w:p>
    <w:tbl>
      <w:tblPr>
        <w:tblpPr w:leftFromText="141" w:rightFromText="141" w:vertAnchor="page" w:horzAnchor="margin" w:tblpXSpec="right" w:tblpY="1621"/>
        <w:tblW w:w="14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1"/>
        <w:gridCol w:w="1821"/>
        <w:gridCol w:w="1640"/>
        <w:gridCol w:w="692"/>
        <w:gridCol w:w="1150"/>
        <w:gridCol w:w="692"/>
        <w:gridCol w:w="1150"/>
        <w:gridCol w:w="692"/>
        <w:gridCol w:w="1150"/>
        <w:gridCol w:w="692"/>
        <w:gridCol w:w="1150"/>
        <w:gridCol w:w="692"/>
        <w:gridCol w:w="1150"/>
        <w:gridCol w:w="692"/>
        <w:gridCol w:w="1150"/>
      </w:tblGrid>
      <w:tr w:rsidR="008F545A" w:rsidRPr="00323C23" w:rsidTr="008F545A">
        <w:trPr>
          <w:trHeight w:val="1374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Lp./Kol.</w:t>
            </w:r>
          </w:p>
        </w:tc>
        <w:tc>
          <w:tcPr>
            <w:tcW w:w="1821" w:type="dxa"/>
            <w:vMerge w:val="restart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Dzień udzielenia pomocy 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Podmiot udzielający pomocy </w:t>
            </w:r>
          </w:p>
        </w:tc>
        <w:tc>
          <w:tcPr>
            <w:tcW w:w="11052" w:type="dxa"/>
            <w:gridSpan w:val="12"/>
            <w:shd w:val="clear" w:color="auto" w:fill="auto"/>
            <w:vAlign w:val="center"/>
          </w:tcPr>
          <w:p w:rsidR="008F545A" w:rsidRPr="00323C23" w:rsidRDefault="008F545A" w:rsidP="00803A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Wartość otrzymanej pomocy de minimis w latach </w:t>
            </w:r>
            <w:r w:rsidR="00803A4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>16</w:t>
            </w:r>
            <w:r w:rsidR="00540D83"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8F545A" w:rsidRPr="00323C23" w:rsidTr="008F545A">
        <w:trPr>
          <w:trHeight w:val="500"/>
        </w:trPr>
        <w:tc>
          <w:tcPr>
            <w:tcW w:w="471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1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6" w:type="dxa"/>
            <w:gridSpan w:val="6"/>
            <w:shd w:val="clear" w:color="auto" w:fill="auto"/>
            <w:vAlign w:val="bottom"/>
          </w:tcPr>
          <w:p w:rsidR="008F545A" w:rsidRPr="00323C23" w:rsidRDefault="008F545A" w:rsidP="00803A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w EURO </w:t>
            </w:r>
            <w:r w:rsidR="00803A4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>17</w:t>
            </w:r>
            <w:r w:rsidR="00540D83"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26" w:type="dxa"/>
            <w:gridSpan w:val="6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w PLN</w:t>
            </w:r>
          </w:p>
        </w:tc>
      </w:tr>
      <w:tr w:rsidR="008F545A" w:rsidRPr="00323C23" w:rsidTr="008F545A">
        <w:trPr>
          <w:trHeight w:val="555"/>
        </w:trPr>
        <w:tc>
          <w:tcPr>
            <w:tcW w:w="471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1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F545A" w:rsidRPr="00323C23" w:rsidRDefault="008F545A" w:rsidP="00803A4B">
            <w:pPr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u w:val="single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 xml:space="preserve">0 </w:t>
            </w:r>
            <w:r w:rsidR="00803A4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>18</w:t>
            </w:r>
            <w:r w:rsidR="002670D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F545A" w:rsidRPr="00323C23" w:rsidRDefault="008F545A" w:rsidP="00803A4B">
            <w:pPr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u w:val="single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 xml:space="preserve">-1 </w:t>
            </w:r>
            <w:r w:rsidR="00803A4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>19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F545A" w:rsidRPr="00323C23" w:rsidRDefault="008F545A" w:rsidP="00803A4B">
            <w:pPr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u w:val="single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 xml:space="preserve">-2 </w:t>
            </w:r>
            <w:r w:rsidR="00803A4B" w:rsidRPr="00323C23">
              <w:rPr>
                <w:rFonts w:eastAsia="Times New Roman"/>
                <w:b/>
                <w:bCs/>
                <w:sz w:val="20"/>
                <w:szCs w:val="20"/>
                <w:vertAlign w:val="superscript"/>
                <w:lang w:eastAsia="pl-PL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>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>-1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rok n</w:t>
            </w:r>
            <w:r w:rsidRPr="00323C23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pl-PL"/>
              </w:rPr>
              <w:t>-2</w:t>
            </w:r>
          </w:p>
        </w:tc>
      </w:tr>
      <w:tr w:rsidR="008F545A" w:rsidRPr="00323C23" w:rsidTr="008F545A">
        <w:trPr>
          <w:cantSplit/>
          <w:trHeight w:val="1647"/>
        </w:trPr>
        <w:tc>
          <w:tcPr>
            <w:tcW w:w="471" w:type="dxa"/>
            <w:vMerge/>
            <w:vAlign w:val="center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1" w:type="dxa"/>
            <w:vMerge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CD1C8D" w:rsidRPr="00323C23">
              <w:t xml:space="preserve"> </w:t>
            </w:r>
            <w:r w:rsidR="00CD1C8D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drogowego transportu towarów</w:t>
            </w: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CD1C8D" w:rsidRPr="00323C23">
              <w:t xml:space="preserve"> </w:t>
            </w:r>
            <w:r w:rsidR="00CD1C8D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drogowego transportu towarów</w:t>
            </w: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CD1C8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7D661A" w:rsidRPr="00323C23">
              <w:t xml:space="preserve"> </w:t>
            </w:r>
            <w:r w:rsidR="007D661A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drogowego transportu towarów </w:t>
            </w: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CD1C8D" w:rsidRPr="00323C23">
              <w:t xml:space="preserve"> </w:t>
            </w:r>
            <w:r w:rsidR="00CD1C8D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drogowego transportu towarów</w:t>
            </w: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CD1C8D" w:rsidRPr="00323C23">
              <w:t xml:space="preserve"> </w:t>
            </w:r>
            <w:r w:rsidR="00CD1C8D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drogowego transportu towarów</w:t>
            </w:r>
          </w:p>
        </w:tc>
        <w:tc>
          <w:tcPr>
            <w:tcW w:w="692" w:type="dxa"/>
            <w:shd w:val="clear" w:color="auto" w:fill="auto"/>
            <w:textDirection w:val="btLr"/>
            <w:vAlign w:val="center"/>
          </w:tcPr>
          <w:p w:rsidR="008F545A" w:rsidRPr="00323C23" w:rsidRDefault="008F545A" w:rsidP="008F545A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 xml:space="preserve">na działalność w zakresie </w:t>
            </w:r>
            <w:r w:rsidR="00CD1C8D" w:rsidRPr="00323C23">
              <w:t xml:space="preserve"> </w:t>
            </w:r>
            <w:r w:rsidR="00CD1C8D" w:rsidRPr="00323C23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drogowego transportu towarów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64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3a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4a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4b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5a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6a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6b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7a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7b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8a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8b 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2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82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2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2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21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323C23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8F545A" w:rsidRPr="00323C23" w:rsidTr="008F545A">
        <w:trPr>
          <w:trHeight w:val="471"/>
        </w:trPr>
        <w:tc>
          <w:tcPr>
            <w:tcW w:w="471" w:type="dxa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n.</w:t>
            </w:r>
          </w:p>
        </w:tc>
        <w:tc>
          <w:tcPr>
            <w:tcW w:w="1821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8F545A" w:rsidRPr="00323C23" w:rsidTr="008F545A">
        <w:trPr>
          <w:trHeight w:val="471"/>
        </w:trPr>
        <w:tc>
          <w:tcPr>
            <w:tcW w:w="3932" w:type="dxa"/>
            <w:gridSpan w:val="3"/>
            <w:shd w:val="clear" w:color="auto" w:fill="auto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23C23">
              <w:rPr>
                <w:rFonts w:eastAsia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8F545A" w:rsidRPr="00323C23" w:rsidRDefault="008F545A" w:rsidP="008F54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983D88" w:rsidRDefault="00983D88"/>
    <w:p w:rsidR="00983D88" w:rsidRPr="00983D88" w:rsidRDefault="00983D88" w:rsidP="00983D88">
      <w:pPr>
        <w:sectPr w:rsidR="00983D88" w:rsidRPr="00983D88" w:rsidSect="00983D88">
          <w:pgSz w:w="16838" w:h="11906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p w:rsidR="00635659" w:rsidRDefault="00635659"/>
    <w:tbl>
      <w:tblPr>
        <w:tblW w:w="10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7F49" w:rsidRPr="00323C23" w:rsidTr="007D32A4">
        <w:trPr>
          <w:trHeight w:val="435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0" w:type="dxa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9D9D9"/>
            <w:hideMark/>
          </w:tcPr>
          <w:p w:rsidR="00657F49" w:rsidRPr="00657F49" w:rsidRDefault="00513807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F</w:t>
            </w:r>
            <w:r w:rsidR="00657F49" w:rsidRPr="00657F49">
              <w:rPr>
                <w:rFonts w:eastAsia="Times New Roman" w:cs="Arial"/>
                <w:b/>
                <w:bCs/>
                <w:sz w:val="28"/>
                <w:szCs w:val="28"/>
                <w:lang w:eastAsia="pl-PL"/>
              </w:rPr>
              <w:t>. Informacje dotyczące osoby upoważnionej do przedstawienia informacji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270"/>
        </w:trPr>
        <w:tc>
          <w:tcPr>
            <w:tcW w:w="3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657F49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CD1C8D" w:rsidRPr="00323C23" w:rsidTr="007D32A4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657F49" w:rsidRPr="00323C23" w:rsidTr="00657F49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2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F49" w:rsidRPr="00657F49" w:rsidRDefault="00657F49" w:rsidP="009E519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C131C4" w:rsidRPr="00323C23" w:rsidTr="002670DB">
        <w:trPr>
          <w:trHeight w:val="70"/>
        </w:trPr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20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  <w:tr w:rsidR="009E519B" w:rsidRPr="00323C23" w:rsidTr="007D32A4">
        <w:trPr>
          <w:trHeight w:val="270"/>
        </w:trPr>
        <w:tc>
          <w:tcPr>
            <w:tcW w:w="34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57F49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:rsidR="00657F49" w:rsidRPr="00657F49" w:rsidRDefault="00657F49" w:rsidP="00657F4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657F49" w:rsidRDefault="00657F49"/>
    <w:tbl>
      <w:tblPr>
        <w:tblW w:w="109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70"/>
      </w:tblGrid>
      <w:tr w:rsidR="00657F49" w:rsidRPr="00323C23" w:rsidTr="009E519B">
        <w:trPr>
          <w:trHeight w:val="564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657F49" w:rsidP="00CD1C8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1) W przypadku gdy o pomoc de minimis ubiega się </w:t>
            </w:r>
            <w:r w:rsidR="00CD1C8D" w:rsidRPr="00657F49">
              <w:rPr>
                <w:rFonts w:eastAsia="Times New Roman" w:cs="Arial"/>
                <w:sz w:val="16"/>
                <w:szCs w:val="16"/>
                <w:lang w:eastAsia="pl-PL"/>
              </w:rPr>
              <w:t>wspólnik</w:t>
            </w:r>
            <w:r w:rsidR="00CD1C8D">
              <w:rPr>
                <w:rFonts w:eastAsia="Times New Roman" w:cs="Arial"/>
                <w:sz w:val="16"/>
                <w:szCs w:val="16"/>
                <w:lang w:eastAsia="pl-PL"/>
              </w:rPr>
              <w:t xml:space="preserve"> s</w:t>
            </w: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półki cywilnej lub osobowej w związku z działalnością prowadzoną w tej spółce, podaje się informacje dotyczące tej spółki.</w:t>
            </w:r>
          </w:p>
        </w:tc>
      </w:tr>
      <w:tr w:rsidR="00657F49" w:rsidRPr="00323C23" w:rsidTr="009E519B">
        <w:trPr>
          <w:trHeight w:val="564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>2) Wypełnia się tylko w przypadku, gdy o pomoc de minimis ubiega się wspólnik spółki cywilnej lub osobowej w związku z działalnością prowadzoną w tej spółce.</w:t>
            </w:r>
          </w:p>
        </w:tc>
      </w:tr>
      <w:tr w:rsidR="00657F49" w:rsidRPr="00323C23" w:rsidTr="009E519B">
        <w:trPr>
          <w:trHeight w:val="1052"/>
        </w:trPr>
        <w:tc>
          <w:tcPr>
            <w:tcW w:w="10970" w:type="dxa"/>
            <w:shd w:val="clear" w:color="auto" w:fill="auto"/>
            <w:hideMark/>
          </w:tcPr>
          <w:p w:rsidR="00866DEE" w:rsidRDefault="00657F49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3) </w:t>
            </w:r>
            <w:r w:rsidR="00866DEE">
              <w:rPr>
                <w:rFonts w:eastAsia="Times New Roman" w:cs="Arial"/>
                <w:sz w:val="16"/>
                <w:szCs w:val="16"/>
                <w:lang w:eastAsia="pl-PL"/>
              </w:rPr>
              <w:t xml:space="preserve">O ile </w:t>
            </w:r>
            <w:r w:rsidR="00E51245">
              <w:rPr>
                <w:rFonts w:eastAsia="Times New Roman" w:cs="Arial"/>
                <w:sz w:val="16"/>
                <w:szCs w:val="16"/>
                <w:lang w:eastAsia="pl-PL"/>
              </w:rPr>
              <w:t>posiada i</w:t>
            </w:r>
            <w:r w:rsidR="004B5C06">
              <w:rPr>
                <w:rFonts w:eastAsia="Times New Roman" w:cs="Arial"/>
                <w:sz w:val="16"/>
                <w:szCs w:val="16"/>
                <w:lang w:eastAsia="pl-PL"/>
              </w:rPr>
              <w:t>dentyfikator NIP</w:t>
            </w:r>
          </w:p>
          <w:p w:rsidR="00866DEE" w:rsidRDefault="00866DEE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657F49" w:rsidRDefault="00866DEE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4) 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późn. zm.). Lista </w:t>
            </w:r>
            <w:r w:rsidR="00126B98" w:rsidRPr="00657F49">
              <w:rPr>
                <w:rFonts w:eastAsia="Times New Roman" w:cs="Arial"/>
                <w:sz w:val="16"/>
                <w:szCs w:val="16"/>
                <w:lang w:eastAsia="pl-PL"/>
              </w:rPr>
              <w:t>identyfikatorów</w:t>
            </w:r>
            <w:r w:rsidR="00126B98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 gmin znajduje się na stronie </w:t>
            </w:r>
            <w:r w:rsidR="00126B98" w:rsidRPr="00657F49">
              <w:rPr>
                <w:rFonts w:eastAsia="Times New Roman" w:cs="Arial"/>
                <w:sz w:val="16"/>
                <w:szCs w:val="16"/>
                <w:lang w:eastAsia="pl-PL"/>
              </w:rPr>
              <w:t>internetowej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hyperlink r:id="rId9" w:history="1">
              <w:r w:rsidR="004B5C06" w:rsidRPr="006B2041">
                <w:rPr>
                  <w:rStyle w:val="Hipercze"/>
                  <w:rFonts w:eastAsia="Times New Roman" w:cs="Arial"/>
                  <w:sz w:val="16"/>
                  <w:szCs w:val="16"/>
                  <w:lang w:eastAsia="pl-PL"/>
                </w:rPr>
                <w:t>http://www.uokik.gov.pl/sporzadzanie_sprawozdan_z_wykorzystaniem_aplikacji_shrimp.php</w:t>
              </w:r>
            </w:hyperlink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.</w:t>
            </w:r>
          </w:p>
          <w:p w:rsidR="004B5C06" w:rsidRPr="00657F49" w:rsidRDefault="004B5C06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57F49" w:rsidRPr="00323C23" w:rsidTr="009E519B">
        <w:trPr>
          <w:trHeight w:val="351"/>
        </w:trPr>
        <w:tc>
          <w:tcPr>
            <w:tcW w:w="10970" w:type="dxa"/>
            <w:shd w:val="clear" w:color="auto" w:fill="auto"/>
            <w:noWrap/>
            <w:hideMark/>
          </w:tcPr>
          <w:p w:rsidR="0069172D" w:rsidRDefault="00364525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5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Zaznacza się właściwą pozycję znakiem X.</w:t>
            </w:r>
          </w:p>
          <w:p w:rsidR="004B5C06" w:rsidRDefault="00803A4B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6</w:t>
            </w:r>
            <w:r w:rsidR="004B5C06">
              <w:rPr>
                <w:rFonts w:eastAsia="Times New Roman" w:cs="Arial"/>
                <w:sz w:val="16"/>
                <w:szCs w:val="16"/>
                <w:lang w:eastAsia="pl-PL"/>
              </w:rPr>
              <w:t>) Podaje się klasę działalności , w związku z którą podmiot ubiega się o pomoc de minimis. Jeżeli brak jest możliwości ustalenia jednej takiej działalności, podaje się klasę PKD działalności, która generuje największy przychód</w:t>
            </w:r>
            <w:r w:rsidR="00AA564B">
              <w:rPr>
                <w:rFonts w:eastAsia="Times New Roman" w:cs="Arial"/>
                <w:sz w:val="16"/>
                <w:szCs w:val="16"/>
                <w:lang w:eastAsia="pl-PL"/>
              </w:rPr>
              <w:t>.</w:t>
            </w:r>
          </w:p>
          <w:p w:rsidR="00B77ADC" w:rsidRDefault="00B77ADC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B77ADC" w:rsidRDefault="00803A4B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7</w:t>
            </w:r>
            <w:r w:rsidR="00B77ADC">
              <w:rPr>
                <w:rFonts w:eastAsia="Times New Roman" w:cs="Arial"/>
                <w:sz w:val="16"/>
                <w:szCs w:val="16"/>
                <w:lang w:eastAsia="pl-PL"/>
              </w:rPr>
              <w:t xml:space="preserve">)  Za powiązane nie uważa się podmiotów, w przypadku których powiązanie występuje wyłącznie za pośrednictwem organu publicznego, np. Skarb Państwa, jednostki samorządu terytorialnego. </w:t>
            </w:r>
          </w:p>
          <w:p w:rsidR="004B5C06" w:rsidRDefault="004B5C06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69172D" w:rsidRDefault="00803A4B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8</w:t>
            </w:r>
            <w:r w:rsidR="0069172D">
              <w:rPr>
                <w:rFonts w:eastAsia="Times New Roman" w:cs="Arial"/>
                <w:sz w:val="16"/>
                <w:szCs w:val="16"/>
                <w:lang w:eastAsia="pl-PL"/>
              </w:rPr>
              <w:t xml:space="preserve">) Podaje się </w:t>
            </w:r>
            <w:r w:rsidR="0069172D" w:rsidRPr="0069172D">
              <w:rPr>
                <w:rFonts w:eastAsia="Times New Roman" w:cs="Arial"/>
                <w:sz w:val="16"/>
                <w:szCs w:val="16"/>
                <w:lang w:eastAsia="pl-PL"/>
              </w:rPr>
              <w:t>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  <w:p w:rsidR="0069172D" w:rsidRPr="00657F49" w:rsidRDefault="0069172D" w:rsidP="00657F4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57F49" w:rsidRPr="00323C23" w:rsidTr="009E519B">
        <w:trPr>
          <w:trHeight w:val="1113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803A4B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9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Dotyczy wnioskodawców ubiegających się o pomoc de minimis  do ustalenia wartości której konieczne jest ustalenie</w:t>
            </w:r>
            <w:r w:rsidR="004229C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 stopy referencyjnej wnioskodawcy, z wyjątkiem wnioskodawców ubiegających się o pomoc de minimis udzielaną na podstawie art. 34a ustawy z dnia 8 maja 1997 r. o poręczeniach i gwarancjach udzielanych przez </w:t>
            </w:r>
            <w:r w:rsidR="00126B98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Skarb Państwa oraz niektóre osoby prawne (Dz. U. z 2012 r. poz. 657 oraz z 2013 r. poz. 198) oraz będących osobami fizycznymi, którzy na dzień złożenia informacji określonych w niniejszym rozporządzeniu nie rozpoczęli prowadzenia działalności gospodarczej.</w:t>
            </w:r>
          </w:p>
        </w:tc>
      </w:tr>
      <w:tr w:rsidR="00657F49" w:rsidRPr="00323C23" w:rsidTr="009E519B">
        <w:trPr>
          <w:trHeight w:val="534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4B5C06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0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657F49" w:rsidRPr="00323C23" w:rsidTr="009E519B">
        <w:trPr>
          <w:trHeight w:val="381"/>
        </w:trPr>
        <w:tc>
          <w:tcPr>
            <w:tcW w:w="10970" w:type="dxa"/>
            <w:shd w:val="clear" w:color="auto" w:fill="auto"/>
            <w:noWrap/>
            <w:hideMark/>
          </w:tcPr>
          <w:p w:rsidR="00657F49" w:rsidRPr="00657F49" w:rsidRDefault="004B5C06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Dotyczy wyłącznie producentów.</w:t>
            </w:r>
          </w:p>
        </w:tc>
      </w:tr>
      <w:tr w:rsidR="00657F49" w:rsidRPr="00323C23" w:rsidTr="009E519B">
        <w:trPr>
          <w:trHeight w:val="595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E13A55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Objętych rozporządzeniem Rady (WE) nr 104/2000 z dnia 17 grudnia 1999 r. w sprawie wspólnej organizacji rynków produktów rybołówstwa i akwakultury (Dz. Urz. WE L 17 z 21.01.2000, str. 22, z późn. zm.; Dz. Urz. UE Polskie Wydanie Specjalne rozdz. 4, t. 4, str. 198).</w:t>
            </w:r>
          </w:p>
        </w:tc>
      </w:tr>
      <w:tr w:rsidR="00657F49" w:rsidRPr="00323C23" w:rsidTr="009E519B">
        <w:trPr>
          <w:trHeight w:val="381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E13A55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3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Dz. Urz. UE C 306 z 17.12.2007 r.</w:t>
            </w:r>
          </w:p>
        </w:tc>
      </w:tr>
      <w:tr w:rsidR="00657F49" w:rsidRPr="00323C23" w:rsidTr="009E519B">
        <w:trPr>
          <w:trHeight w:val="1082"/>
        </w:trPr>
        <w:tc>
          <w:tcPr>
            <w:tcW w:w="10970" w:type="dxa"/>
            <w:shd w:val="clear" w:color="auto" w:fill="auto"/>
            <w:hideMark/>
          </w:tcPr>
          <w:p w:rsidR="00657F49" w:rsidRPr="00657F49" w:rsidRDefault="00E13A55" w:rsidP="00803A4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 i 613), zasad prowadzenia odrębnej ewidencji oraz metod przypisywania kosztów i przychodów.</w:t>
            </w:r>
          </w:p>
        </w:tc>
      </w:tr>
      <w:tr w:rsidR="00657F49" w:rsidRPr="00323C23" w:rsidTr="009E519B">
        <w:trPr>
          <w:trHeight w:val="473"/>
        </w:trPr>
        <w:tc>
          <w:tcPr>
            <w:tcW w:w="10970" w:type="dxa"/>
            <w:shd w:val="clear" w:color="auto" w:fill="auto"/>
            <w:hideMark/>
          </w:tcPr>
          <w:p w:rsidR="00657F49" w:rsidRDefault="00E13A55" w:rsidP="0069172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5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>) Wypełnia się</w:t>
            </w:r>
            <w:r w:rsidR="007D32A4">
              <w:rPr>
                <w:rFonts w:eastAsia="Times New Roman" w:cs="Arial"/>
                <w:sz w:val="16"/>
                <w:szCs w:val="16"/>
                <w:lang w:eastAsia="pl-PL"/>
              </w:rPr>
              <w:t xml:space="preserve"> zgodnie z załączoną instrukcją.</w:t>
            </w:r>
            <w:r w:rsidR="00657F49" w:rsidRPr="00657F49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  <w:p w:rsidR="00983D88" w:rsidRDefault="00983D88" w:rsidP="0069172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983D88" w:rsidRDefault="00540D83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6</w:t>
            </w:r>
            <w:r w:rsid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) </w:t>
            </w:r>
            <w:r w:rsidR="00983D88" w:rsidRPr="00983D88">
              <w:rPr>
                <w:rFonts w:eastAsia="Times New Roman" w:cs="Arial"/>
                <w:sz w:val="16"/>
                <w:szCs w:val="16"/>
                <w:lang w:eastAsia="pl-PL"/>
              </w:rPr>
              <w:t>Należy wypełnić zgodnie z kwotami wskazanymi na zaświadczeniach z uzyskanej pomocy de minimis (zgodnie z Rozporządzeniem Rady Ministrów w sprawie za</w:t>
            </w:r>
            <w:r w:rsidR="008F545A">
              <w:rPr>
                <w:rFonts w:eastAsia="Times New Roman" w:cs="Arial"/>
                <w:sz w:val="16"/>
                <w:szCs w:val="16"/>
                <w:lang w:eastAsia="pl-PL"/>
              </w:rPr>
              <w:t>ś</w:t>
            </w:r>
            <w:r w:rsidR="00983D88" w:rsidRP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wiadczeń o pomocy de minimis i pomocy de minimis w rolnictwie lub </w:t>
            </w:r>
            <w:r w:rsidR="00126B98" w:rsidRPr="00983D88">
              <w:rPr>
                <w:rFonts w:eastAsia="Times New Roman" w:cs="Arial"/>
                <w:sz w:val="16"/>
                <w:szCs w:val="16"/>
                <w:lang w:eastAsia="pl-PL"/>
              </w:rPr>
              <w:t>rybołówstwie</w:t>
            </w:r>
            <w:r w:rsidR="00983D88" w:rsidRP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 Dz. U.2007 nr 53, poz. 354 z późn. zm.)</w:t>
            </w:r>
          </w:p>
          <w:p w:rsidR="00983D88" w:rsidRPr="00983D88" w:rsidRDefault="00983D88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983D88" w:rsidRDefault="00540D83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7</w:t>
            </w:r>
            <w:r w:rsid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) </w:t>
            </w:r>
            <w:r w:rsidR="00983D88" w:rsidRP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Należy wpisać kwoty w EURO. Wartości pomocy wyrażone w PLN przelicza się na EURO wg średniego kursu NBP z dnia udzielenia pomocy (zgodnie z Rozporządzeniem Rady Ministrów z dnia 11 sierpnia 2004 r. w sprawie szczegółowego sposobu obliczania wartości pomocy publicznej udzielanej w różnych formach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>Dz.U. 2004 nr 194 poz. 1983</w:t>
            </w:r>
            <w:r w:rsidR="00983D88" w:rsidRPr="00983D88">
              <w:rPr>
                <w:rFonts w:eastAsia="Times New Roman" w:cs="Arial"/>
                <w:sz w:val="16"/>
                <w:szCs w:val="16"/>
                <w:lang w:eastAsia="pl-PL"/>
              </w:rPr>
              <w:t>).</w:t>
            </w:r>
          </w:p>
          <w:p w:rsidR="00983D88" w:rsidRPr="00983D88" w:rsidRDefault="00983D88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983D88" w:rsidRDefault="00540D83" w:rsidP="00983D88">
            <w:pPr>
              <w:spacing w:after="0" w:line="240" w:lineRule="auto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1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8</w:t>
            </w:r>
            <w:r w:rsidR="00983D88" w:rsidRPr="008F545A">
              <w:rPr>
                <w:rFonts w:eastAsia="Times New Roman" w:cs="Arial"/>
                <w:sz w:val="16"/>
                <w:szCs w:val="16"/>
                <w:lang w:eastAsia="pl-PL"/>
              </w:rPr>
              <w:t>)</w:t>
            </w:r>
            <w:r w:rsidR="00983D88">
              <w:rPr>
                <w:rFonts w:eastAsia="Times New Roman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>rok n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vertAlign w:val="subscript"/>
                <w:lang w:eastAsia="pl-PL"/>
              </w:rPr>
              <w:t>0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- bieżący rok podatkowy</w:t>
            </w:r>
          </w:p>
          <w:p w:rsidR="00983D88" w:rsidRPr="00983D88" w:rsidRDefault="00983D88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983D88" w:rsidRDefault="00803A4B" w:rsidP="00983D88">
            <w:pPr>
              <w:spacing w:after="0" w:line="240" w:lineRule="auto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19</w:t>
            </w:r>
            <w:r w:rsid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)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>rok n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vertAlign w:val="subscript"/>
                <w:lang w:eastAsia="pl-PL"/>
              </w:rPr>
              <w:t>-1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- poprzedni rok podatkowy</w:t>
            </w:r>
          </w:p>
          <w:p w:rsidR="00983D88" w:rsidRPr="00983D88" w:rsidRDefault="00983D88" w:rsidP="00983D88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983D88" w:rsidRPr="00657F49" w:rsidRDefault="00540D83" w:rsidP="0069172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  <w:r w:rsidR="00803A4B">
              <w:rPr>
                <w:rFonts w:eastAsia="Times New Roman" w:cs="Arial"/>
                <w:sz w:val="16"/>
                <w:szCs w:val="16"/>
                <w:lang w:eastAsia="pl-PL"/>
              </w:rPr>
              <w:t>0</w:t>
            </w:r>
            <w:r w:rsidR="00983D88">
              <w:rPr>
                <w:rFonts w:eastAsia="Times New Roman" w:cs="Arial"/>
                <w:sz w:val="16"/>
                <w:szCs w:val="16"/>
                <w:lang w:eastAsia="pl-PL"/>
              </w:rPr>
              <w:t xml:space="preserve">)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>rok n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vertAlign w:val="subscript"/>
                <w:lang w:eastAsia="pl-PL"/>
              </w:rPr>
              <w:t xml:space="preserve">-2 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-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vertAlign w:val="subscript"/>
                <w:lang w:eastAsia="pl-PL"/>
              </w:rPr>
              <w:t xml:space="preserve"> </w:t>
            </w:r>
            <w:r w:rsidR="00983D88" w:rsidRPr="00983D88">
              <w:rPr>
                <w:rFonts w:eastAsia="Times New Roman" w:cs="Arial"/>
                <w:bCs/>
                <w:sz w:val="16"/>
                <w:szCs w:val="16"/>
                <w:lang w:eastAsia="pl-PL"/>
              </w:rPr>
              <w:t>rok poprzedzający poprzedni rok podatkowy.</w:t>
            </w:r>
          </w:p>
        </w:tc>
      </w:tr>
    </w:tbl>
    <w:p w:rsidR="007D32A4" w:rsidRDefault="007D32A4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D661A" w:rsidRPr="008E0C77" w:rsidRDefault="007D661A" w:rsidP="007D661A">
      <w:pPr>
        <w:pStyle w:val="Nagwek1"/>
        <w:rPr>
          <w:rFonts w:ascii="Calibri" w:hAnsi="Calibri"/>
          <w:szCs w:val="20"/>
        </w:rPr>
      </w:pPr>
      <w:r w:rsidRPr="008E0C77">
        <w:rPr>
          <w:rFonts w:ascii="Calibri" w:hAnsi="Calibri"/>
          <w:szCs w:val="20"/>
        </w:rPr>
        <w:t>Załącznik do formularza informacji przedstawianych przy ubieganiu się o pomoc de minimis</w:t>
      </w:r>
    </w:p>
    <w:p w:rsidR="00CA77AF" w:rsidRPr="008E0C77" w:rsidRDefault="007D661A" w:rsidP="008E0C77">
      <w:pPr>
        <w:pStyle w:val="Nagwek1"/>
        <w:rPr>
          <w:rFonts w:ascii="Calibri" w:hAnsi="Calibri"/>
          <w:szCs w:val="20"/>
        </w:rPr>
      </w:pPr>
      <w:r w:rsidRPr="008E0C77">
        <w:rPr>
          <w:rFonts w:ascii="Calibri" w:hAnsi="Calibri"/>
          <w:szCs w:val="20"/>
        </w:rPr>
        <w:t>Instrukcja wypełniania Formularza w sprawie zakresu informacji przedstawianych przez podmiot ubiegający się o pomoc de minimis (załącznik do Rozporządzenia Rady Ministrów z dnia 29 marca 2010 r. w sprawie zakresu informacji przedstawianych przez podmiot ubiegający się o pomoc de minimis– Dz</w:t>
      </w:r>
      <w:r w:rsidR="00CA77AF" w:rsidRPr="008E0C77">
        <w:rPr>
          <w:rFonts w:ascii="Calibri" w:hAnsi="Calibri"/>
          <w:szCs w:val="20"/>
        </w:rPr>
        <w:t>. U. z 2010 r., nr 53, poz. 311 oraz Rozporządzenia Rady Ministrów z dnia 24 października 2014 r.</w:t>
      </w:r>
      <w:r w:rsidR="008E0C77">
        <w:rPr>
          <w:rFonts w:ascii="Calibri" w:hAnsi="Calibri"/>
          <w:szCs w:val="20"/>
        </w:rPr>
        <w:t xml:space="preserve"> </w:t>
      </w:r>
      <w:r w:rsidR="00CA77AF" w:rsidRPr="008E0C77">
        <w:rPr>
          <w:rFonts w:ascii="Calibri" w:hAnsi="Calibri"/>
          <w:szCs w:val="20"/>
        </w:rPr>
        <w:t>zmieniające rozporządzenie w sprawie zakresu informacji przedstawianych przez podmiot</w:t>
      </w:r>
    </w:p>
    <w:p w:rsidR="007D661A" w:rsidRPr="008E0C77" w:rsidRDefault="00CA77AF" w:rsidP="00CA77AF">
      <w:pPr>
        <w:pStyle w:val="Nagwek1"/>
        <w:rPr>
          <w:rFonts w:ascii="Calibri" w:hAnsi="Calibri"/>
          <w:szCs w:val="20"/>
        </w:rPr>
      </w:pPr>
      <w:r w:rsidRPr="008E0C77">
        <w:rPr>
          <w:rFonts w:ascii="Calibri" w:hAnsi="Calibri"/>
          <w:szCs w:val="20"/>
        </w:rPr>
        <w:t>ubiegający się o pomoc de minimis poz. 1543</w:t>
      </w:r>
    </w:p>
    <w:p w:rsidR="008E0C77" w:rsidRDefault="008E0C77" w:rsidP="007D661A">
      <w:pPr>
        <w:rPr>
          <w:b/>
          <w:sz w:val="20"/>
          <w:szCs w:val="20"/>
          <w:lang w:eastAsia="pl-PL"/>
        </w:rPr>
      </w:pPr>
    </w:p>
    <w:p w:rsidR="007D661A" w:rsidRPr="00CD1C8D" w:rsidRDefault="007D661A" w:rsidP="007D661A">
      <w:pPr>
        <w:rPr>
          <w:b/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>Część A. Informacje dotyczące wnioskodawcy</w:t>
      </w:r>
    </w:p>
    <w:p w:rsidR="007D661A" w:rsidRPr="005616B9" w:rsidRDefault="007D661A" w:rsidP="007D661A">
      <w:pPr>
        <w:rPr>
          <w:bCs/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>Punkt 1-5</w:t>
      </w:r>
      <w:r w:rsidRPr="008E0C77">
        <w:rPr>
          <w:sz w:val="20"/>
          <w:szCs w:val="20"/>
          <w:lang w:eastAsia="pl-PL"/>
        </w:rPr>
        <w:t xml:space="preserve"> – należy wpisać podstawowe informacje na temat wnioskodawcy i prowadzonej przez niego działalności, tj. nazwa podmiotu ubiegającego się o pomoc, jego adres, identyfikator gminy</w:t>
      </w:r>
      <w:r w:rsidR="008E0C77">
        <w:rPr>
          <w:sz w:val="20"/>
          <w:szCs w:val="20"/>
          <w:lang w:eastAsia="pl-PL"/>
        </w:rPr>
        <w:t xml:space="preserve">, </w:t>
      </w:r>
      <w:r w:rsidRPr="008E0C77">
        <w:rPr>
          <w:sz w:val="20"/>
          <w:szCs w:val="20"/>
          <w:lang w:eastAsia="pl-PL"/>
        </w:rPr>
        <w:t xml:space="preserve">NIP, </w:t>
      </w:r>
      <w:r w:rsidRPr="008E0C77">
        <w:rPr>
          <w:bCs/>
          <w:sz w:val="20"/>
          <w:szCs w:val="20"/>
          <w:lang w:eastAsia="pl-PL"/>
        </w:rPr>
        <w:t>forma prawna .</w:t>
      </w:r>
    </w:p>
    <w:p w:rsid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>Punkt 6.</w:t>
      </w:r>
      <w:r w:rsidRPr="008E0C77">
        <w:rPr>
          <w:sz w:val="20"/>
          <w:szCs w:val="20"/>
          <w:lang w:eastAsia="pl-PL"/>
        </w:rPr>
        <w:t xml:space="preserve"> należy zaznaczyć wielkość wnioskodawcy, zgodnie z załącznikiem I do rozporządzenia Komisji (WE) nr </w:t>
      </w:r>
      <w:r w:rsidR="00C131C4">
        <w:rPr>
          <w:sz w:val="20"/>
          <w:szCs w:val="20"/>
          <w:lang w:eastAsia="pl-PL"/>
        </w:rPr>
        <w:t>651</w:t>
      </w:r>
      <w:r w:rsidRPr="008E0C77">
        <w:rPr>
          <w:sz w:val="20"/>
          <w:szCs w:val="20"/>
          <w:lang w:eastAsia="pl-PL"/>
        </w:rPr>
        <w:t>/</w:t>
      </w:r>
      <w:r w:rsidR="00C131C4">
        <w:rPr>
          <w:sz w:val="20"/>
          <w:szCs w:val="20"/>
          <w:lang w:eastAsia="pl-PL"/>
        </w:rPr>
        <w:t>2014</w:t>
      </w:r>
      <w:r w:rsidR="00C131C4" w:rsidRPr="008E0C77">
        <w:rPr>
          <w:sz w:val="20"/>
          <w:szCs w:val="20"/>
          <w:lang w:eastAsia="pl-PL"/>
        </w:rPr>
        <w:t xml:space="preserve"> </w:t>
      </w:r>
      <w:r w:rsidRPr="008E0C77">
        <w:rPr>
          <w:sz w:val="20"/>
          <w:szCs w:val="20"/>
          <w:lang w:eastAsia="pl-PL"/>
        </w:rPr>
        <w:t xml:space="preserve">z dnia </w:t>
      </w:r>
      <w:r w:rsidR="00C131C4">
        <w:rPr>
          <w:sz w:val="20"/>
          <w:szCs w:val="20"/>
          <w:lang w:eastAsia="pl-PL"/>
        </w:rPr>
        <w:t>17</w:t>
      </w:r>
      <w:r w:rsidR="00C131C4" w:rsidRPr="008E0C77">
        <w:rPr>
          <w:sz w:val="20"/>
          <w:szCs w:val="20"/>
          <w:lang w:eastAsia="pl-PL"/>
        </w:rPr>
        <w:t xml:space="preserve"> </w:t>
      </w:r>
      <w:r w:rsidR="00C131C4">
        <w:rPr>
          <w:sz w:val="20"/>
          <w:szCs w:val="20"/>
          <w:lang w:eastAsia="pl-PL"/>
        </w:rPr>
        <w:t xml:space="preserve">czerwca </w:t>
      </w:r>
      <w:r w:rsidR="00C131C4" w:rsidRPr="008E0C77">
        <w:rPr>
          <w:sz w:val="20"/>
          <w:szCs w:val="20"/>
          <w:lang w:eastAsia="pl-PL"/>
        </w:rPr>
        <w:t>20</w:t>
      </w:r>
      <w:r w:rsidR="00C131C4">
        <w:rPr>
          <w:sz w:val="20"/>
          <w:szCs w:val="20"/>
          <w:lang w:eastAsia="pl-PL"/>
        </w:rPr>
        <w:t>14</w:t>
      </w:r>
      <w:r w:rsidR="00C131C4" w:rsidRPr="008E0C77">
        <w:rPr>
          <w:sz w:val="20"/>
          <w:szCs w:val="20"/>
          <w:lang w:eastAsia="pl-PL"/>
        </w:rPr>
        <w:t xml:space="preserve"> </w:t>
      </w:r>
      <w:r w:rsidRPr="008E0C77">
        <w:rPr>
          <w:sz w:val="20"/>
          <w:szCs w:val="20"/>
          <w:lang w:eastAsia="pl-PL"/>
        </w:rPr>
        <w:t xml:space="preserve">r. uznającego niektóre rodzaje pomocy za zgodne ze wspólnym rynkiem w zastosowaniu art. </w:t>
      </w:r>
      <w:r w:rsidR="008E0C77">
        <w:rPr>
          <w:sz w:val="20"/>
          <w:szCs w:val="20"/>
          <w:lang w:eastAsia="pl-PL"/>
        </w:rPr>
        <w:t>10</w:t>
      </w:r>
      <w:r w:rsidRPr="008E0C77">
        <w:rPr>
          <w:sz w:val="20"/>
          <w:szCs w:val="20"/>
          <w:lang w:eastAsia="pl-PL"/>
        </w:rPr>
        <w:t xml:space="preserve">7 i </w:t>
      </w:r>
      <w:r w:rsidR="008E0C77">
        <w:rPr>
          <w:sz w:val="20"/>
          <w:szCs w:val="20"/>
          <w:lang w:eastAsia="pl-PL"/>
        </w:rPr>
        <w:t>10</w:t>
      </w:r>
      <w:r w:rsidRPr="008E0C77">
        <w:rPr>
          <w:sz w:val="20"/>
          <w:szCs w:val="20"/>
          <w:lang w:eastAsia="pl-PL"/>
        </w:rPr>
        <w:t xml:space="preserve">8 Traktatu </w:t>
      </w:r>
      <w:r w:rsidR="008E0C77" w:rsidRPr="008E0C77">
        <w:rPr>
          <w:sz w:val="20"/>
          <w:szCs w:val="20"/>
          <w:lang w:eastAsia="pl-PL"/>
        </w:rPr>
        <w:t xml:space="preserve">(, Dz. Urz. UE L 187 z 26.06.2014, </w:t>
      </w:r>
      <w:r w:rsidR="009D77F5" w:rsidRPr="009D77F5">
        <w:rPr>
          <w:sz w:val="20"/>
          <w:szCs w:val="20"/>
          <w:lang w:eastAsia="pl-PL"/>
        </w:rPr>
        <w:t>str. 1</w:t>
      </w:r>
      <w:r w:rsidR="009D77F5">
        <w:rPr>
          <w:sz w:val="20"/>
          <w:szCs w:val="20"/>
          <w:lang w:eastAsia="pl-PL"/>
        </w:rPr>
        <w:t xml:space="preserve"> </w:t>
      </w:r>
      <w:r w:rsidR="008E0C77" w:rsidRPr="008E0C77">
        <w:rPr>
          <w:sz w:val="20"/>
          <w:szCs w:val="20"/>
          <w:lang w:eastAsia="pl-PL"/>
        </w:rPr>
        <w:t xml:space="preserve">). </w:t>
      </w:r>
    </w:p>
    <w:p w:rsidR="007D661A" w:rsidRP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Wg artykułu 2 załącznika I do rozporządzenia Komisji (WE) nr </w:t>
      </w:r>
      <w:r w:rsidR="008E0C77" w:rsidRPr="008E0C77">
        <w:rPr>
          <w:sz w:val="20"/>
          <w:szCs w:val="20"/>
          <w:lang w:eastAsia="pl-PL"/>
        </w:rPr>
        <w:t>651/2014 z dnia 17 czerwca 2014 r. uznającego niektóre rodzaje pomocy za zgodne ze wspólnym rynkiem w zastosowaniu art. 107 i 108 Traktatu (ogólnego rozporządzenia w sprawie wyłączeń blokowych, Dz. Urz.</w:t>
      </w:r>
      <w:r w:rsidR="008E0C77">
        <w:rPr>
          <w:sz w:val="20"/>
          <w:szCs w:val="20"/>
          <w:lang w:eastAsia="pl-PL"/>
        </w:rPr>
        <w:t xml:space="preserve"> UE L 187 z 26.06.2014, </w:t>
      </w:r>
      <w:r w:rsidR="009D77F5" w:rsidRPr="009D77F5">
        <w:rPr>
          <w:sz w:val="20"/>
          <w:szCs w:val="20"/>
          <w:lang w:eastAsia="pl-PL"/>
        </w:rPr>
        <w:t>str. 1</w:t>
      </w:r>
      <w:r w:rsidR="008E0C77">
        <w:rPr>
          <w:sz w:val="20"/>
          <w:szCs w:val="20"/>
          <w:lang w:eastAsia="pl-PL"/>
        </w:rPr>
        <w:t>)</w:t>
      </w:r>
      <w:r w:rsidRPr="008E0C77">
        <w:rPr>
          <w:sz w:val="20"/>
          <w:szCs w:val="20"/>
          <w:lang w:eastAsia="pl-PL"/>
        </w:rPr>
        <w:t xml:space="preserve">: </w:t>
      </w:r>
    </w:p>
    <w:p w:rsidR="007D661A" w:rsidRPr="008E0C77" w:rsidRDefault="007D661A" w:rsidP="007D661A">
      <w:pPr>
        <w:numPr>
          <w:ilvl w:val="0"/>
          <w:numId w:val="2"/>
        </w:num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>Do kategorii mikroprzedsiębiorstw oraz małych i średnich przedsiębiorstw („MŚP”) należą przedsiębiorstwa, które zatrudniają mniej niż 250 pracowników i których roczny obrót nie przekracza 50 milionów EUR a/lub całkowity bilans roczny nie przekracza 43 milionów EUR.</w:t>
      </w:r>
    </w:p>
    <w:p w:rsidR="007D661A" w:rsidRPr="008E0C77" w:rsidRDefault="007D661A" w:rsidP="007D661A">
      <w:pPr>
        <w:numPr>
          <w:ilvl w:val="0"/>
          <w:numId w:val="2"/>
        </w:num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>W kategorii MŚP małe przedsiębiorstwo definiuje się jako przedsiębiorstwo zatrudniające mniej niż 50 pracowników i którego roczny obrót lub całkowity bilans roczny nie przekracza 10 milionów EUR.</w:t>
      </w:r>
    </w:p>
    <w:p w:rsidR="007D661A" w:rsidRPr="005616B9" w:rsidRDefault="007D661A" w:rsidP="007D661A">
      <w:pPr>
        <w:numPr>
          <w:ilvl w:val="0"/>
          <w:numId w:val="2"/>
        </w:num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W kategorii MŚP mikroprzedsiębiorstwo definiuje się jako przedsiębiorstwo zatrudniające mniej niż 10 pracowników i którego roczny obrót lub całkowity bilans roczny nie przekracza 2 milionów EUR.  </w:t>
      </w:r>
    </w:p>
    <w:p w:rsidR="007D661A" w:rsidRP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>Punkt 7</w:t>
      </w:r>
      <w:r w:rsidRPr="008E0C77">
        <w:rPr>
          <w:sz w:val="20"/>
          <w:szCs w:val="20"/>
          <w:lang w:eastAsia="pl-PL"/>
        </w:rPr>
        <w:t>. Klasa działalności, w związku z którą wnioskodawca ubiega się o pomoc de minimis, zgodnie z rozporządzeniem Rady Ministrów z dnia 24 grudnia 2007 r. w sprawie Polskiej Klasyfikacji Działalności (PKD) (Dz. U. Nr 251, poz. 1885, z późn. zm.)</w:t>
      </w:r>
    </w:p>
    <w:p w:rsidR="007D661A" w:rsidRPr="008E0C77" w:rsidRDefault="007D661A" w:rsidP="007D661A">
      <w:pPr>
        <w:rPr>
          <w:bCs/>
          <w:iCs/>
          <w:sz w:val="20"/>
          <w:szCs w:val="20"/>
          <w:lang w:eastAsia="pl-PL"/>
        </w:rPr>
      </w:pPr>
      <w:r w:rsidRPr="008E0C77">
        <w:rPr>
          <w:b/>
          <w:bCs/>
          <w:iCs/>
          <w:sz w:val="20"/>
          <w:szCs w:val="20"/>
          <w:lang w:eastAsia="pl-PL"/>
        </w:rPr>
        <w:t xml:space="preserve">Punkt 8. - </w:t>
      </w:r>
      <w:r w:rsidRPr="008E0C77">
        <w:rPr>
          <w:bCs/>
          <w:iCs/>
          <w:sz w:val="20"/>
          <w:szCs w:val="20"/>
          <w:lang w:eastAsia="pl-PL"/>
        </w:rPr>
        <w:t>Data utworzenia</w:t>
      </w:r>
    </w:p>
    <w:p w:rsidR="007D661A" w:rsidRP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>Należy wpisać datę rozpoczęcia działalności gospodarczej, w związku z którą wnioskodawca ubiega się o pomoc de minimis.</w:t>
      </w:r>
    </w:p>
    <w:p w:rsidR="008E0C77" w:rsidRDefault="008E0C77" w:rsidP="007D661A">
      <w:pPr>
        <w:rPr>
          <w:b/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 xml:space="preserve">Punkt </w:t>
      </w:r>
      <w:r>
        <w:rPr>
          <w:b/>
          <w:sz w:val="20"/>
          <w:szCs w:val="20"/>
          <w:lang w:eastAsia="pl-PL"/>
        </w:rPr>
        <w:t>9</w:t>
      </w:r>
      <w:r w:rsidRPr="008E0C77">
        <w:rPr>
          <w:b/>
          <w:sz w:val="20"/>
          <w:szCs w:val="20"/>
          <w:lang w:eastAsia="pl-PL"/>
        </w:rPr>
        <w:t xml:space="preserve">. </w:t>
      </w:r>
      <w:r>
        <w:rPr>
          <w:b/>
          <w:sz w:val="20"/>
          <w:szCs w:val="20"/>
          <w:lang w:eastAsia="pl-PL"/>
        </w:rPr>
        <w:t>–</w:t>
      </w:r>
      <w:r w:rsidRPr="008E0C77">
        <w:rPr>
          <w:b/>
          <w:sz w:val="20"/>
          <w:szCs w:val="20"/>
          <w:lang w:eastAsia="pl-PL"/>
        </w:rPr>
        <w:t xml:space="preserve"> </w:t>
      </w:r>
      <w:r w:rsidRPr="008E0C77">
        <w:rPr>
          <w:sz w:val="20"/>
          <w:szCs w:val="20"/>
          <w:lang w:eastAsia="pl-PL"/>
        </w:rPr>
        <w:t>powiązania z innymi przedsiębiorcami</w:t>
      </w:r>
      <w:r>
        <w:rPr>
          <w:b/>
          <w:sz w:val="20"/>
          <w:szCs w:val="20"/>
          <w:lang w:eastAsia="pl-PL"/>
        </w:rPr>
        <w:t xml:space="preserve"> </w:t>
      </w:r>
    </w:p>
    <w:p w:rsidR="008E0C77" w:rsidRPr="008E0C77" w:rsidRDefault="008E0C77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Należy </w:t>
      </w:r>
      <w:r>
        <w:rPr>
          <w:sz w:val="20"/>
          <w:szCs w:val="20"/>
          <w:lang w:eastAsia="pl-PL"/>
        </w:rPr>
        <w:t>zaznaczyć, czy ma miejsce powiązanie Wnioskodawcy z innymi przedsiębiorstwami</w:t>
      </w:r>
      <w:r w:rsidR="005616B9">
        <w:rPr>
          <w:sz w:val="20"/>
          <w:szCs w:val="20"/>
          <w:lang w:eastAsia="pl-PL"/>
        </w:rPr>
        <w:t xml:space="preserve">. W przypadku zaznaczenia odpowiedzi twierdzącej należy podać  łączną wartość </w:t>
      </w:r>
      <w:r>
        <w:rPr>
          <w:sz w:val="20"/>
          <w:szCs w:val="20"/>
          <w:lang w:eastAsia="pl-PL"/>
        </w:rPr>
        <w:t xml:space="preserve"> </w:t>
      </w:r>
      <w:r w:rsidR="005616B9">
        <w:rPr>
          <w:sz w:val="20"/>
          <w:szCs w:val="20"/>
          <w:lang w:eastAsia="pl-PL"/>
        </w:rPr>
        <w:t xml:space="preserve">pomocy de minimis udzielonej w bieżącym roku podatkowym oraz dwóch poprzedzających latach podatkowych  wszystkim powiązanym z Wnioskodawcom przedsiębiorcom, a także numery NIP wszystkich powiązanych  wnioskodawcom przedsiębiorców. </w:t>
      </w:r>
    </w:p>
    <w:p w:rsidR="008E0C77" w:rsidRDefault="008E0C77" w:rsidP="007D661A">
      <w:pPr>
        <w:rPr>
          <w:b/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 xml:space="preserve">Punkt </w:t>
      </w:r>
      <w:r>
        <w:rPr>
          <w:b/>
          <w:sz w:val="20"/>
          <w:szCs w:val="20"/>
          <w:lang w:eastAsia="pl-PL"/>
        </w:rPr>
        <w:t xml:space="preserve">10. </w:t>
      </w:r>
      <w:r w:rsidRPr="008E0C77">
        <w:rPr>
          <w:sz w:val="20"/>
          <w:szCs w:val="20"/>
          <w:lang w:eastAsia="pl-PL"/>
        </w:rPr>
        <w:t>-  Informacja o łączeniu, przejęciu lub powstaniu wnioskodawcy w wyniku podziału</w:t>
      </w:r>
    </w:p>
    <w:p w:rsidR="008E0C77" w:rsidRPr="008E0C77" w:rsidRDefault="008E0C77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Należy </w:t>
      </w:r>
      <w:r w:rsidR="005616B9">
        <w:rPr>
          <w:sz w:val="20"/>
          <w:szCs w:val="20"/>
          <w:lang w:eastAsia="pl-PL"/>
        </w:rPr>
        <w:t xml:space="preserve">wskazać informację  czy w ciągu bieżącego roku podatkowego oraz dwóch poprzedzających lat podatkowych Wnioskodawca przejął innego przedsiębiorcę lub powstał w wyniku połączenia dwóch przedsiębiorstw lub podziału innego przedsiębiorstwa na co </w:t>
      </w:r>
      <w:r w:rsidR="005616B9">
        <w:rPr>
          <w:sz w:val="20"/>
          <w:szCs w:val="20"/>
          <w:lang w:eastAsia="pl-PL"/>
        </w:rPr>
        <w:lastRenderedPageBreak/>
        <w:t xml:space="preserve">najmniej dwóch przedsiębiorców. </w:t>
      </w:r>
      <w:r w:rsidR="005616B9" w:rsidRPr="005616B9">
        <w:rPr>
          <w:sz w:val="20"/>
          <w:szCs w:val="20"/>
          <w:lang w:eastAsia="pl-PL"/>
        </w:rPr>
        <w:t xml:space="preserve">W przypadku zaznaczenia odpowiedzi twierdzącej należy podać  łączną wartość  pomocy de minimis udzielonej w bieżącym roku podatkowym oraz dwóch poprzedzających latach podatkowych  wszystkim </w:t>
      </w:r>
      <w:r w:rsidR="005616B9">
        <w:rPr>
          <w:sz w:val="20"/>
          <w:szCs w:val="20"/>
          <w:lang w:eastAsia="pl-PL"/>
        </w:rPr>
        <w:t>połączonym lub przejętym p</w:t>
      </w:r>
      <w:r w:rsidR="005616B9" w:rsidRPr="005616B9">
        <w:rPr>
          <w:sz w:val="20"/>
          <w:szCs w:val="20"/>
          <w:lang w:eastAsia="pl-PL"/>
        </w:rPr>
        <w:t>rzedsiębiorcom, a także numery NIP wszystkich połączony</w:t>
      </w:r>
      <w:r w:rsidR="005616B9">
        <w:rPr>
          <w:sz w:val="20"/>
          <w:szCs w:val="20"/>
          <w:lang w:eastAsia="pl-PL"/>
        </w:rPr>
        <w:t>ch</w:t>
      </w:r>
      <w:r w:rsidR="005616B9" w:rsidRPr="005616B9">
        <w:rPr>
          <w:sz w:val="20"/>
          <w:szCs w:val="20"/>
          <w:lang w:eastAsia="pl-PL"/>
        </w:rPr>
        <w:t xml:space="preserve"> lub przejęty</w:t>
      </w:r>
      <w:r w:rsidR="005616B9">
        <w:rPr>
          <w:sz w:val="20"/>
          <w:szCs w:val="20"/>
          <w:lang w:eastAsia="pl-PL"/>
        </w:rPr>
        <w:t xml:space="preserve">ch </w:t>
      </w:r>
      <w:r w:rsidR="005616B9" w:rsidRPr="005616B9">
        <w:rPr>
          <w:sz w:val="20"/>
          <w:szCs w:val="20"/>
          <w:lang w:eastAsia="pl-PL"/>
        </w:rPr>
        <w:t>przedsiębiorców.</w:t>
      </w:r>
    </w:p>
    <w:p w:rsidR="007D661A" w:rsidRPr="008E0C77" w:rsidRDefault="007D661A" w:rsidP="007D661A">
      <w:pPr>
        <w:rPr>
          <w:b/>
          <w:sz w:val="20"/>
          <w:szCs w:val="20"/>
          <w:lang w:eastAsia="pl-PL"/>
        </w:rPr>
      </w:pPr>
      <w:r w:rsidRPr="008E0C77">
        <w:rPr>
          <w:b/>
          <w:sz w:val="20"/>
          <w:szCs w:val="20"/>
          <w:lang w:eastAsia="pl-PL"/>
        </w:rPr>
        <w:t>Część B. Informacje dotyczące sytuacji ekonomicznej wnioskodawcy</w:t>
      </w:r>
    </w:p>
    <w:p w:rsidR="007D661A" w:rsidRP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Część B określa zakres informacji niezbędnych do oceny sytuacji ekonomicznej wnioskodawcy. </w:t>
      </w:r>
      <w:r w:rsidR="00C824F3">
        <w:rPr>
          <w:sz w:val="20"/>
          <w:szCs w:val="20"/>
          <w:lang w:eastAsia="pl-PL"/>
        </w:rPr>
        <w:t xml:space="preserve"> </w:t>
      </w:r>
      <w:r w:rsidRPr="008E0C77">
        <w:rPr>
          <w:sz w:val="20"/>
          <w:szCs w:val="20"/>
          <w:lang w:eastAsia="pl-PL"/>
        </w:rPr>
        <w:t xml:space="preserve">Zgodnie z art. 1 </w:t>
      </w:r>
      <w:r w:rsidR="008E0C77" w:rsidRPr="008E0C77">
        <w:rPr>
          <w:sz w:val="20"/>
          <w:szCs w:val="20"/>
          <w:lang w:eastAsia="pl-PL"/>
        </w:rPr>
        <w:t>651/2014 z dnia 17 czerwca 2014 r. uznającego niektóre rodzaje pomocy za zgodne ze wspólnym rynkiem w zastosowaniu art. 107 i 108 Traktatu (ogólnego rozporządzenia w sprawie wyłączeń blokowych, Dz. Urz.</w:t>
      </w:r>
      <w:r w:rsidR="008E0C77">
        <w:rPr>
          <w:sz w:val="20"/>
          <w:szCs w:val="20"/>
          <w:lang w:eastAsia="pl-PL"/>
        </w:rPr>
        <w:t xml:space="preserve"> UE L 187 z 26.06.2014, tom.57)</w:t>
      </w:r>
      <w:r w:rsidR="00C824F3">
        <w:rPr>
          <w:sz w:val="20"/>
          <w:szCs w:val="20"/>
          <w:lang w:eastAsia="pl-PL"/>
        </w:rPr>
        <w:t xml:space="preserve"> </w:t>
      </w:r>
      <w:r w:rsidRPr="008E0C77">
        <w:rPr>
          <w:sz w:val="20"/>
          <w:szCs w:val="20"/>
          <w:lang w:eastAsia="pl-PL"/>
        </w:rPr>
        <w:t xml:space="preserve">pomoc publiczna nie może być udzielona podmiotom gospodarczym znajdującym się w trudnej sytuacji ekonomicznej. </w:t>
      </w:r>
    </w:p>
    <w:p w:rsidR="007D661A" w:rsidRPr="008E0C77" w:rsidRDefault="007D661A" w:rsidP="007D661A">
      <w:pPr>
        <w:rPr>
          <w:b/>
          <w:sz w:val="20"/>
          <w:szCs w:val="20"/>
          <w:u w:val="single"/>
          <w:lang w:eastAsia="pl-PL"/>
        </w:rPr>
      </w:pPr>
      <w:r w:rsidRPr="008E0C77">
        <w:rPr>
          <w:b/>
          <w:bCs/>
          <w:sz w:val="20"/>
          <w:szCs w:val="20"/>
          <w:u w:val="single"/>
          <w:lang w:eastAsia="pl-PL"/>
        </w:rPr>
        <w:t xml:space="preserve">Zaznaczenie odpowiedzi twierdzącej w jednym z kryteriów wskazanych w pkt. 1-4 części B formularza, </w:t>
      </w:r>
      <w:r w:rsidRPr="008E0C77">
        <w:rPr>
          <w:b/>
          <w:sz w:val="20"/>
          <w:szCs w:val="20"/>
          <w:u w:val="single"/>
          <w:lang w:eastAsia="pl-PL"/>
        </w:rPr>
        <w:t>wskazuje na fakt, iż przedsiębiorstwo jest przedsiębiorstwem zagrożonym. Eliminuje to wnioskodawcę z możliwości udzielenia pomocy i dalszej oceny.</w:t>
      </w:r>
    </w:p>
    <w:p w:rsidR="007D661A" w:rsidRPr="008E0C77" w:rsidRDefault="007D661A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>W przypadku  gdy nie zostanie udzielona odpowiedź pozytywna w punktach 1) - 4) wnioskodawca zaznacza odpowiedzi w pkt 5), które odnoszą się do zapisów pkt 9-11 Komunikatu Komisji w sprawie wytycznych wspólnotowych dotyczących pomocy państwa w celu ratowania i restrukturyzacji zagrożonych przedsiębiorstw (Dz. Urz. UE C 244 z 01.10.2004, str. 2).</w:t>
      </w:r>
    </w:p>
    <w:p w:rsidR="007D661A" w:rsidRPr="008E0C77" w:rsidRDefault="00077506" w:rsidP="007D661A">
      <w:pPr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Jeśli Wnioskodawca w punkcie </w:t>
      </w:r>
      <w:r w:rsidR="00292BFB">
        <w:rPr>
          <w:sz w:val="20"/>
          <w:szCs w:val="20"/>
          <w:lang w:eastAsia="pl-PL"/>
        </w:rPr>
        <w:t>1</w:t>
      </w:r>
      <w:r>
        <w:rPr>
          <w:sz w:val="20"/>
          <w:szCs w:val="20"/>
          <w:lang w:eastAsia="pl-PL"/>
        </w:rPr>
        <w:t xml:space="preserve">) zaznaczył </w:t>
      </w:r>
      <w:r w:rsidR="007D661A" w:rsidRPr="008E0C77">
        <w:rPr>
          <w:sz w:val="20"/>
          <w:szCs w:val="20"/>
          <w:lang w:eastAsia="pl-PL"/>
        </w:rPr>
        <w:t>odpowied</w:t>
      </w:r>
      <w:r w:rsidR="00292BFB">
        <w:rPr>
          <w:sz w:val="20"/>
          <w:szCs w:val="20"/>
          <w:lang w:eastAsia="pl-PL"/>
        </w:rPr>
        <w:t>ź</w:t>
      </w:r>
      <w:r w:rsidR="007D661A" w:rsidRPr="008E0C77">
        <w:rPr>
          <w:sz w:val="20"/>
          <w:szCs w:val="20"/>
          <w:lang w:eastAsia="pl-PL"/>
        </w:rPr>
        <w:t xml:space="preserve"> </w:t>
      </w:r>
      <w:r>
        <w:rPr>
          <w:sz w:val="20"/>
          <w:szCs w:val="20"/>
          <w:lang w:eastAsia="pl-PL"/>
        </w:rPr>
        <w:t xml:space="preserve">TAK </w:t>
      </w:r>
      <w:r w:rsidR="007D661A" w:rsidRPr="008E0C77">
        <w:rPr>
          <w:sz w:val="20"/>
          <w:szCs w:val="20"/>
          <w:lang w:eastAsia="pl-PL"/>
        </w:rPr>
        <w:t>, będzie oznaczało, że przedsiębiorca</w:t>
      </w:r>
      <w:r w:rsidR="00292BFB">
        <w:rPr>
          <w:sz w:val="20"/>
          <w:szCs w:val="20"/>
          <w:lang w:eastAsia="pl-PL"/>
        </w:rPr>
        <w:t xml:space="preserve"> spełnia kryteria kwalifikujące go do objęcia postępowaniem upadłościowym, co uniemożliwia </w:t>
      </w:r>
      <w:r w:rsidR="007D661A" w:rsidRPr="008E0C77">
        <w:rPr>
          <w:sz w:val="20"/>
          <w:szCs w:val="20"/>
          <w:lang w:eastAsia="pl-PL"/>
        </w:rPr>
        <w:t xml:space="preserve"> udzielenie mu pomocy.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8E0C77">
        <w:rPr>
          <w:sz w:val="20"/>
          <w:szCs w:val="20"/>
          <w:lang w:eastAsia="pl-PL"/>
        </w:rPr>
        <w:t xml:space="preserve">Jeżeli wnioskodawca zaznaczy w pkt </w:t>
      </w:r>
      <w:r w:rsidR="00077506">
        <w:rPr>
          <w:sz w:val="20"/>
          <w:szCs w:val="20"/>
          <w:lang w:eastAsia="pl-PL"/>
        </w:rPr>
        <w:t>3</w:t>
      </w:r>
      <w:r w:rsidR="00292BFB">
        <w:rPr>
          <w:sz w:val="20"/>
          <w:szCs w:val="20"/>
          <w:lang w:eastAsia="pl-PL"/>
        </w:rPr>
        <w:t>i</w:t>
      </w:r>
      <w:r w:rsidRPr="008E0C77">
        <w:rPr>
          <w:sz w:val="20"/>
          <w:szCs w:val="20"/>
          <w:lang w:eastAsia="pl-PL"/>
        </w:rPr>
        <w:t xml:space="preserve">) odpowiedź TAK, winien także wskazać na okoliczności </w:t>
      </w:r>
      <w:r w:rsidR="00292BFB">
        <w:rPr>
          <w:sz w:val="20"/>
          <w:szCs w:val="20"/>
          <w:lang w:eastAsia="pl-PL"/>
        </w:rPr>
        <w:t xml:space="preserve">wskazujące na trudności w zakresie płynności finansowej </w:t>
      </w:r>
      <w:r w:rsidRPr="008E0C77">
        <w:rPr>
          <w:sz w:val="20"/>
          <w:szCs w:val="20"/>
          <w:lang w:eastAsia="pl-PL"/>
        </w:rPr>
        <w:t xml:space="preserve"> płynność finansową i nie należy uznawać go za przedsiębiorcę zagrożonego. W takiej sytuacji, kiedy zostanie należycie wykazane, że wnioskodawca jest w stanie odzyskać płynność finansową, będzie mógł zostać beneficjentem pomocy.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 xml:space="preserve">W punkcie 7 Sekcji B beneficjent przedstawia także informację, czy należy do grupy kapitałowej. Zgodnie z art. 3, pkt. 44 Ustawy o rachunkowości z dnia 29 września 1994 (Dz.U. 2009, Nr 152, poz. 1223, tekst jednolity) grupa kapitałowa to jednostka dominująca wraz z jednostkami zależnymi. Jest to struktura łącząca przedsiębiorstwa za pomocą związków kapitałowych. 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 xml:space="preserve"> </w:t>
      </w:r>
    </w:p>
    <w:p w:rsidR="007D661A" w:rsidRPr="00CA77AF" w:rsidRDefault="007D661A" w:rsidP="007D661A">
      <w:pPr>
        <w:rPr>
          <w:b/>
          <w:sz w:val="20"/>
          <w:szCs w:val="20"/>
          <w:lang w:eastAsia="pl-PL"/>
        </w:rPr>
      </w:pPr>
      <w:r w:rsidRPr="00CA77AF">
        <w:rPr>
          <w:b/>
          <w:sz w:val="20"/>
          <w:szCs w:val="20"/>
          <w:lang w:eastAsia="pl-PL"/>
        </w:rPr>
        <w:t>Część C. Informacje dotyczące prowadzonej działalności gospodarczej, w związku z którą wnioskodawca ubiega się o pomoc de minimis.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>W tej części formularza wnioskodawca musi odnieść się do rodzaju działalności gospodarczej, któr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 xml:space="preserve"> okre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lił poprzez swoje PKD w cz</w:t>
      </w:r>
      <w:r w:rsidRPr="00CA77AF">
        <w:rPr>
          <w:rFonts w:hint="eastAsia"/>
          <w:sz w:val="20"/>
          <w:szCs w:val="20"/>
          <w:lang w:eastAsia="pl-PL"/>
        </w:rPr>
        <w:t>ęś</w:t>
      </w:r>
      <w:r w:rsidRPr="00CA77AF">
        <w:rPr>
          <w:sz w:val="20"/>
          <w:szCs w:val="20"/>
          <w:lang w:eastAsia="pl-PL"/>
        </w:rPr>
        <w:t>ci A, pkt 7). Należy zwróci</w:t>
      </w:r>
      <w:r w:rsidRPr="00CA77AF">
        <w:rPr>
          <w:rFonts w:hint="eastAsia"/>
          <w:sz w:val="20"/>
          <w:szCs w:val="20"/>
          <w:lang w:eastAsia="pl-PL"/>
        </w:rPr>
        <w:t>ć</w:t>
      </w:r>
      <w:r w:rsidRPr="00CA77AF">
        <w:rPr>
          <w:sz w:val="20"/>
          <w:szCs w:val="20"/>
          <w:lang w:eastAsia="pl-PL"/>
        </w:rPr>
        <w:t xml:space="preserve"> uwag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sz w:val="20"/>
          <w:szCs w:val="20"/>
          <w:lang w:eastAsia="pl-PL"/>
        </w:rPr>
        <w:t>, że chodzi wył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>cznie o t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sz w:val="20"/>
          <w:szCs w:val="20"/>
          <w:lang w:eastAsia="pl-PL"/>
        </w:rPr>
        <w:t xml:space="preserve"> działalno</w:t>
      </w:r>
      <w:r w:rsidRPr="00CA77AF">
        <w:rPr>
          <w:rFonts w:hint="eastAsia"/>
          <w:sz w:val="20"/>
          <w:szCs w:val="20"/>
          <w:lang w:eastAsia="pl-PL"/>
        </w:rPr>
        <w:t>ść</w:t>
      </w:r>
      <w:r w:rsidRPr="00CA77AF">
        <w:rPr>
          <w:sz w:val="20"/>
          <w:szCs w:val="20"/>
          <w:lang w:eastAsia="pl-PL"/>
        </w:rPr>
        <w:t>, w zwi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>zku z któr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 xml:space="preserve"> ma zosta</w:t>
      </w:r>
      <w:r w:rsidRPr="00CA77AF">
        <w:rPr>
          <w:rFonts w:hint="eastAsia"/>
          <w:sz w:val="20"/>
          <w:szCs w:val="20"/>
          <w:lang w:eastAsia="pl-PL"/>
        </w:rPr>
        <w:t>ć</w:t>
      </w:r>
      <w:r w:rsidRPr="00CA77AF">
        <w:rPr>
          <w:sz w:val="20"/>
          <w:szCs w:val="20"/>
          <w:lang w:eastAsia="pl-PL"/>
        </w:rPr>
        <w:t xml:space="preserve"> udzielona pomoc.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>Zaznaczenie pozytywnej odpowiedzi w pkt 1) – 4) eliminuje możliwo</w:t>
      </w:r>
      <w:r w:rsidRPr="00CA77AF">
        <w:rPr>
          <w:rFonts w:hint="eastAsia"/>
          <w:sz w:val="20"/>
          <w:szCs w:val="20"/>
          <w:lang w:eastAsia="pl-PL"/>
        </w:rPr>
        <w:t>ść</w:t>
      </w:r>
      <w:r w:rsidRPr="00CA77AF">
        <w:rPr>
          <w:sz w:val="20"/>
          <w:szCs w:val="20"/>
          <w:lang w:eastAsia="pl-PL"/>
        </w:rPr>
        <w:t xml:space="preserve"> udzielenia pomocy </w:t>
      </w:r>
      <w:r w:rsidRPr="00CA77AF">
        <w:rPr>
          <w:i/>
          <w:iCs/>
          <w:sz w:val="20"/>
          <w:szCs w:val="20"/>
          <w:lang w:eastAsia="pl-PL"/>
        </w:rPr>
        <w:t>de minimis</w:t>
      </w:r>
      <w:r w:rsidRPr="00CA77AF">
        <w:rPr>
          <w:sz w:val="20"/>
          <w:szCs w:val="20"/>
          <w:lang w:eastAsia="pl-PL"/>
        </w:rPr>
        <w:t xml:space="preserve">. 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>Je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li zostanie udzielona pozytywna odpowied</w:t>
      </w:r>
      <w:r w:rsidRPr="00CA77AF">
        <w:rPr>
          <w:rFonts w:hint="eastAsia"/>
          <w:sz w:val="20"/>
          <w:szCs w:val="20"/>
          <w:lang w:eastAsia="pl-PL"/>
        </w:rPr>
        <w:t>ź</w:t>
      </w:r>
      <w:r w:rsidRPr="00CA77AF">
        <w:rPr>
          <w:sz w:val="20"/>
          <w:szCs w:val="20"/>
          <w:lang w:eastAsia="pl-PL"/>
        </w:rPr>
        <w:t xml:space="preserve"> w pkt 5) – czyli pomoc b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sz w:val="20"/>
          <w:szCs w:val="20"/>
          <w:lang w:eastAsia="pl-PL"/>
        </w:rPr>
        <w:t>dzie udzielona w zwi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>zku z prowadzeniem działalno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ci w sektorze transportu drogowego, konieczne jest także udzielenie odpowiedzi, czy pomoc b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sz w:val="20"/>
          <w:szCs w:val="20"/>
          <w:lang w:eastAsia="pl-PL"/>
        </w:rPr>
        <w:t xml:space="preserve">dzie przeznaczona na nabycie pojazdów przeznaczonych do 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wiadczenia usług w zakresie towarowego transportu drogowego. Pozytywna odpowied</w:t>
      </w:r>
      <w:r w:rsidRPr="00CA77AF">
        <w:rPr>
          <w:rFonts w:hint="eastAsia"/>
          <w:sz w:val="20"/>
          <w:szCs w:val="20"/>
          <w:lang w:eastAsia="pl-PL"/>
        </w:rPr>
        <w:t>ź</w:t>
      </w:r>
      <w:r w:rsidRPr="00CA77AF">
        <w:rPr>
          <w:sz w:val="20"/>
          <w:szCs w:val="20"/>
          <w:lang w:eastAsia="pl-PL"/>
        </w:rPr>
        <w:t xml:space="preserve"> na to pytanie eliminuje możliwo</w:t>
      </w:r>
      <w:r w:rsidRPr="00CA77AF">
        <w:rPr>
          <w:rFonts w:hint="eastAsia"/>
          <w:sz w:val="20"/>
          <w:szCs w:val="20"/>
          <w:lang w:eastAsia="pl-PL"/>
        </w:rPr>
        <w:t>ść</w:t>
      </w:r>
      <w:r w:rsidRPr="00CA77AF">
        <w:rPr>
          <w:sz w:val="20"/>
          <w:szCs w:val="20"/>
          <w:lang w:eastAsia="pl-PL"/>
        </w:rPr>
        <w:t xml:space="preserve"> udzielania pomocy </w:t>
      </w:r>
      <w:r w:rsidRPr="00CA77AF">
        <w:rPr>
          <w:i/>
          <w:iCs/>
          <w:sz w:val="20"/>
          <w:szCs w:val="20"/>
          <w:lang w:eastAsia="pl-PL"/>
        </w:rPr>
        <w:t>de minimis</w:t>
      </w:r>
      <w:r w:rsidRPr="00CA77AF">
        <w:rPr>
          <w:sz w:val="20"/>
          <w:szCs w:val="20"/>
          <w:lang w:eastAsia="pl-PL"/>
        </w:rPr>
        <w:t>.</w:t>
      </w:r>
    </w:p>
    <w:p w:rsidR="007D661A" w:rsidRPr="00CA77AF" w:rsidRDefault="007D661A" w:rsidP="007D661A">
      <w:pPr>
        <w:rPr>
          <w:b/>
          <w:bCs/>
          <w:sz w:val="20"/>
          <w:szCs w:val="20"/>
          <w:lang w:eastAsia="pl-PL"/>
        </w:rPr>
      </w:pPr>
      <w:r w:rsidRPr="00CA77AF">
        <w:rPr>
          <w:b/>
          <w:bCs/>
          <w:sz w:val="20"/>
          <w:szCs w:val="20"/>
          <w:lang w:eastAsia="pl-PL"/>
        </w:rPr>
        <w:t>Je</w:t>
      </w:r>
      <w:r w:rsidRPr="00CA77AF">
        <w:rPr>
          <w:sz w:val="20"/>
          <w:szCs w:val="20"/>
          <w:lang w:eastAsia="pl-PL"/>
        </w:rPr>
        <w:t>ż</w:t>
      </w:r>
      <w:r w:rsidRPr="00CA77AF">
        <w:rPr>
          <w:b/>
          <w:bCs/>
          <w:sz w:val="20"/>
          <w:szCs w:val="20"/>
          <w:lang w:eastAsia="pl-PL"/>
        </w:rPr>
        <w:t>eli zostanie udzielona odpowied</w:t>
      </w:r>
      <w:r w:rsidRPr="00CA77AF">
        <w:rPr>
          <w:rFonts w:hint="eastAsia"/>
          <w:sz w:val="20"/>
          <w:szCs w:val="20"/>
          <w:lang w:eastAsia="pl-PL"/>
        </w:rPr>
        <w:t>ź</w:t>
      </w:r>
      <w:r w:rsidRPr="00CA77AF">
        <w:rPr>
          <w:sz w:val="20"/>
          <w:szCs w:val="20"/>
          <w:lang w:eastAsia="pl-PL"/>
        </w:rPr>
        <w:t xml:space="preserve"> </w:t>
      </w:r>
      <w:r w:rsidRPr="00CA77AF">
        <w:rPr>
          <w:b/>
          <w:bCs/>
          <w:sz w:val="20"/>
          <w:szCs w:val="20"/>
          <w:lang w:eastAsia="pl-PL"/>
        </w:rPr>
        <w:t>negatywna, a wi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b/>
          <w:bCs/>
          <w:sz w:val="20"/>
          <w:szCs w:val="20"/>
          <w:lang w:eastAsia="pl-PL"/>
        </w:rPr>
        <w:t xml:space="preserve">c wnioskodawca poinformuje, </w:t>
      </w:r>
      <w:r w:rsidRPr="00CA77AF">
        <w:rPr>
          <w:sz w:val="20"/>
          <w:szCs w:val="20"/>
          <w:lang w:eastAsia="pl-PL"/>
        </w:rPr>
        <w:t>ż</w:t>
      </w:r>
      <w:r w:rsidRPr="00CA77AF">
        <w:rPr>
          <w:b/>
          <w:bCs/>
          <w:sz w:val="20"/>
          <w:szCs w:val="20"/>
          <w:lang w:eastAsia="pl-PL"/>
        </w:rPr>
        <w:t>e pomoc b</w:t>
      </w:r>
      <w:r w:rsidRPr="00CA77AF">
        <w:rPr>
          <w:rFonts w:hint="eastAsia"/>
          <w:sz w:val="20"/>
          <w:szCs w:val="20"/>
          <w:lang w:eastAsia="pl-PL"/>
        </w:rPr>
        <w:t>ę</w:t>
      </w:r>
      <w:r w:rsidRPr="00CA77AF">
        <w:rPr>
          <w:b/>
          <w:bCs/>
          <w:sz w:val="20"/>
          <w:szCs w:val="20"/>
          <w:lang w:eastAsia="pl-PL"/>
        </w:rPr>
        <w:t>dzie udzielona na prowadzenie działalno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b/>
          <w:bCs/>
          <w:sz w:val="20"/>
          <w:szCs w:val="20"/>
          <w:lang w:eastAsia="pl-PL"/>
        </w:rPr>
        <w:t>ci w zakresie sektorze transportu drogowego, ale nie na zakup pojazdów w transporcie towarowym, mo</w:t>
      </w:r>
      <w:r w:rsidRPr="00CA77AF">
        <w:rPr>
          <w:sz w:val="20"/>
          <w:szCs w:val="20"/>
          <w:lang w:eastAsia="pl-PL"/>
        </w:rPr>
        <w:t>ż</w:t>
      </w:r>
      <w:r w:rsidRPr="00CA77AF">
        <w:rPr>
          <w:b/>
          <w:bCs/>
          <w:sz w:val="20"/>
          <w:szCs w:val="20"/>
          <w:lang w:eastAsia="pl-PL"/>
        </w:rPr>
        <w:t xml:space="preserve">liwe jest udzielenie pomocy </w:t>
      </w:r>
      <w:r w:rsidRPr="00CA77AF">
        <w:rPr>
          <w:b/>
          <w:bCs/>
          <w:i/>
          <w:iCs/>
          <w:sz w:val="20"/>
          <w:szCs w:val="20"/>
          <w:lang w:eastAsia="pl-PL"/>
        </w:rPr>
        <w:t>de minimis</w:t>
      </w:r>
      <w:r w:rsidRPr="00CA77AF">
        <w:rPr>
          <w:b/>
          <w:bCs/>
          <w:sz w:val="20"/>
          <w:szCs w:val="20"/>
          <w:lang w:eastAsia="pl-PL"/>
        </w:rPr>
        <w:t>, ale jej wielko</w:t>
      </w:r>
      <w:r w:rsidRPr="00CA77AF">
        <w:rPr>
          <w:rFonts w:hint="eastAsia"/>
          <w:b/>
          <w:sz w:val="20"/>
          <w:szCs w:val="20"/>
          <w:lang w:eastAsia="pl-PL"/>
        </w:rPr>
        <w:t>ść</w:t>
      </w:r>
      <w:r w:rsidRPr="00CA77AF">
        <w:rPr>
          <w:sz w:val="20"/>
          <w:szCs w:val="20"/>
          <w:lang w:eastAsia="pl-PL"/>
        </w:rPr>
        <w:t xml:space="preserve"> </w:t>
      </w:r>
      <w:r w:rsidRPr="00CA77AF">
        <w:rPr>
          <w:b/>
          <w:bCs/>
          <w:sz w:val="20"/>
          <w:szCs w:val="20"/>
          <w:lang w:eastAsia="pl-PL"/>
        </w:rPr>
        <w:t>w okresie 3 lat podatkowych nie mo</w:t>
      </w:r>
      <w:r w:rsidRPr="00CA77AF">
        <w:rPr>
          <w:sz w:val="20"/>
          <w:szCs w:val="20"/>
          <w:lang w:eastAsia="pl-PL"/>
        </w:rPr>
        <w:t>ż</w:t>
      </w:r>
      <w:r w:rsidRPr="00CA77AF">
        <w:rPr>
          <w:b/>
          <w:bCs/>
          <w:sz w:val="20"/>
          <w:szCs w:val="20"/>
          <w:lang w:eastAsia="pl-PL"/>
        </w:rPr>
        <w:t>e przekroczy</w:t>
      </w:r>
      <w:r w:rsidRPr="00CA77AF">
        <w:rPr>
          <w:rFonts w:hint="eastAsia"/>
          <w:sz w:val="20"/>
          <w:szCs w:val="20"/>
          <w:lang w:eastAsia="pl-PL"/>
        </w:rPr>
        <w:t>ć</w:t>
      </w:r>
      <w:r w:rsidRPr="00CA77AF">
        <w:rPr>
          <w:sz w:val="20"/>
          <w:szCs w:val="20"/>
          <w:lang w:eastAsia="pl-PL"/>
        </w:rPr>
        <w:t xml:space="preserve"> </w:t>
      </w:r>
      <w:r w:rsidRPr="00CA77AF">
        <w:rPr>
          <w:b/>
          <w:bCs/>
          <w:sz w:val="20"/>
          <w:szCs w:val="20"/>
          <w:lang w:eastAsia="pl-PL"/>
        </w:rPr>
        <w:t>€ 100 000.</w:t>
      </w:r>
    </w:p>
    <w:p w:rsidR="007D661A" w:rsidRPr="00CA77AF" w:rsidRDefault="007D661A" w:rsidP="007D661A">
      <w:pPr>
        <w:rPr>
          <w:sz w:val="20"/>
          <w:szCs w:val="20"/>
          <w:lang w:eastAsia="pl-PL"/>
        </w:rPr>
      </w:pPr>
      <w:r w:rsidRPr="00CA77AF">
        <w:rPr>
          <w:sz w:val="20"/>
          <w:szCs w:val="20"/>
          <w:lang w:eastAsia="pl-PL"/>
        </w:rPr>
        <w:t>W takim przypadku, wnioskodawca powinien także okre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li</w:t>
      </w:r>
      <w:r w:rsidRPr="00CA77AF">
        <w:rPr>
          <w:rFonts w:hint="eastAsia"/>
          <w:sz w:val="20"/>
          <w:szCs w:val="20"/>
          <w:lang w:eastAsia="pl-PL"/>
        </w:rPr>
        <w:t>ć</w:t>
      </w:r>
      <w:r w:rsidRPr="00CA77AF">
        <w:rPr>
          <w:sz w:val="20"/>
          <w:szCs w:val="20"/>
          <w:lang w:eastAsia="pl-PL"/>
        </w:rPr>
        <w:t xml:space="preserve"> sposób, w jaki zapewnia rozdzielno</w:t>
      </w:r>
      <w:r w:rsidRPr="00CA77AF">
        <w:rPr>
          <w:rFonts w:hint="eastAsia"/>
          <w:sz w:val="20"/>
          <w:szCs w:val="20"/>
          <w:lang w:eastAsia="pl-PL"/>
        </w:rPr>
        <w:t>ść</w:t>
      </w:r>
      <w:r w:rsidRPr="00CA77AF">
        <w:rPr>
          <w:sz w:val="20"/>
          <w:szCs w:val="20"/>
          <w:lang w:eastAsia="pl-PL"/>
        </w:rPr>
        <w:t xml:space="preserve"> rachunkow</w:t>
      </w:r>
      <w:r w:rsidRPr="00CA77AF">
        <w:rPr>
          <w:rFonts w:hint="eastAsia"/>
          <w:sz w:val="20"/>
          <w:szCs w:val="20"/>
          <w:lang w:eastAsia="pl-PL"/>
        </w:rPr>
        <w:t>ą</w:t>
      </w:r>
      <w:r w:rsidRPr="00CA77AF">
        <w:rPr>
          <w:sz w:val="20"/>
          <w:szCs w:val="20"/>
          <w:lang w:eastAsia="pl-PL"/>
        </w:rPr>
        <w:t xml:space="preserve"> działalno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ci w transporcie drogowym oraz pozostałej działalno</w:t>
      </w:r>
      <w:r w:rsidRPr="00CA77AF">
        <w:rPr>
          <w:rFonts w:hint="eastAsia"/>
          <w:sz w:val="20"/>
          <w:szCs w:val="20"/>
          <w:lang w:eastAsia="pl-PL"/>
        </w:rPr>
        <w:t>ś</w:t>
      </w:r>
      <w:r w:rsidRPr="00CA77AF">
        <w:rPr>
          <w:sz w:val="20"/>
          <w:szCs w:val="20"/>
          <w:lang w:eastAsia="pl-PL"/>
        </w:rPr>
        <w:t>ci gospodarczej.</w:t>
      </w:r>
    </w:p>
    <w:p w:rsidR="007D661A" w:rsidRPr="00CA77AF" w:rsidRDefault="007D661A" w:rsidP="007D661A">
      <w:pPr>
        <w:rPr>
          <w:b/>
          <w:bCs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CD1C8D" w:rsidRDefault="00CD1C8D" w:rsidP="007D661A">
      <w:pPr>
        <w:rPr>
          <w:b/>
          <w:sz w:val="20"/>
          <w:szCs w:val="20"/>
          <w:lang w:eastAsia="pl-PL"/>
        </w:rPr>
      </w:pPr>
    </w:p>
    <w:p w:rsidR="007D661A" w:rsidRDefault="007D661A" w:rsidP="00CA77AF">
      <w:pPr>
        <w:pStyle w:val="Nagwek1"/>
        <w:jc w:val="left"/>
        <w:rPr>
          <w:rFonts w:ascii="Calibri" w:hAnsi="Calibri"/>
          <w:sz w:val="24"/>
        </w:rPr>
      </w:pPr>
    </w:p>
    <w:p w:rsidR="007D32A4" w:rsidRPr="005D16F8" w:rsidRDefault="007D32A4" w:rsidP="005D16F8">
      <w:pPr>
        <w:pStyle w:val="Nagwek1"/>
        <w:rPr>
          <w:rFonts w:ascii="Calibri" w:hAnsi="Calibri"/>
        </w:rPr>
      </w:pPr>
      <w:r w:rsidRPr="005D16F8">
        <w:rPr>
          <w:rFonts w:ascii="Calibri" w:hAnsi="Calibri"/>
          <w:sz w:val="24"/>
        </w:rPr>
        <w:t>Instrukcja wypełnienia tabeli w części D formularzy informacji przedstawianych przy ubieganiu się o pomoc de minimis</w:t>
      </w:r>
    </w:p>
    <w:p w:rsidR="007D32A4" w:rsidRPr="001350AA" w:rsidRDefault="007D32A4" w:rsidP="007D32A4">
      <w:pPr>
        <w:pStyle w:val="Tekstpodstawowywcity3"/>
        <w:ind w:left="0" w:firstLine="480"/>
        <w:jc w:val="both"/>
        <w:rPr>
          <w:rFonts w:ascii="Calibri" w:hAnsi="Calibri"/>
          <w:sz w:val="20"/>
          <w:szCs w:val="20"/>
        </w:rPr>
      </w:pPr>
      <w:r w:rsidRPr="001350AA">
        <w:rPr>
          <w:rFonts w:ascii="Calibri" w:hAnsi="Calibri"/>
          <w:sz w:val="20"/>
          <w:szCs w:val="20"/>
        </w:rPr>
        <w:t>Należy podać informacje o dotychczas otrzymanej pomocy, w odniesieniu do tych samych kosztów kwalifikujących się do objęcia pomocą, na pokrycie których udzielana będzie pomoc de minimis. Na przykład, jeżeli podmiot ubiegający się o pomoc de minimis otrzymał w przeszłości pomoc w związku z realizacją inwestycji, należy wykazać jedynie pomoc przeznaczoną na te same koszty kwalifikujące się do objęcia pomocą, na pokrycie których ma być udzielona pomoc de minimis.</w:t>
      </w:r>
    </w:p>
    <w:p w:rsidR="007D32A4" w:rsidRPr="001350AA" w:rsidRDefault="007D32A4" w:rsidP="007D32A4">
      <w:pPr>
        <w:pStyle w:val="Tekstpodstawowywcity3"/>
        <w:rPr>
          <w:rFonts w:ascii="Calibri" w:hAnsi="Calibri"/>
          <w:sz w:val="20"/>
          <w:szCs w:val="20"/>
        </w:rPr>
      </w:pPr>
    </w:p>
    <w:p w:rsidR="007D32A4" w:rsidRPr="001350AA" w:rsidRDefault="007D32A4" w:rsidP="007D32A4">
      <w:pPr>
        <w:jc w:val="both"/>
        <w:textAlignment w:val="top"/>
        <w:rPr>
          <w:color w:val="000000"/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1.</w:t>
      </w:r>
      <w:r w:rsidRPr="001350AA">
        <w:rPr>
          <w:color w:val="000000"/>
          <w:sz w:val="20"/>
          <w:szCs w:val="20"/>
        </w:rPr>
        <w:t> </w:t>
      </w:r>
      <w:r w:rsidRPr="001350AA">
        <w:rPr>
          <w:color w:val="000000"/>
          <w:sz w:val="20"/>
          <w:szCs w:val="20"/>
          <w:u w:val="single"/>
        </w:rPr>
        <w:t>Dzień udzielenia pomocy</w:t>
      </w:r>
      <w:r w:rsidRPr="001350AA">
        <w:rPr>
          <w:color w:val="000000"/>
          <w:sz w:val="20"/>
          <w:szCs w:val="20"/>
        </w:rPr>
        <w:t xml:space="preserve"> (kol. 1) - należy podać dzień udzielenia pomocy w rozumieniu art. 2 pkt 11 ustawy z dnia 30 kwietnia 2004 r. o postępowaniu w sprawach dotyczących pomocy publicznej.</w:t>
      </w:r>
    </w:p>
    <w:p w:rsidR="007D32A4" w:rsidRPr="001350AA" w:rsidRDefault="007D32A4" w:rsidP="007D32A4">
      <w:pPr>
        <w:jc w:val="both"/>
        <w:textAlignment w:val="top"/>
        <w:rPr>
          <w:color w:val="000000"/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2. </w:t>
      </w:r>
      <w:r w:rsidRPr="001350AA">
        <w:rPr>
          <w:color w:val="000000"/>
          <w:sz w:val="20"/>
          <w:szCs w:val="20"/>
          <w:u w:val="single"/>
        </w:rPr>
        <w:t>Podmiot udzielający pomocy</w:t>
      </w:r>
      <w:r w:rsidRPr="001350AA">
        <w:rPr>
          <w:color w:val="000000"/>
          <w:sz w:val="20"/>
          <w:szCs w:val="20"/>
        </w:rPr>
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</w:r>
    </w:p>
    <w:p w:rsidR="007D32A4" w:rsidRPr="001350AA" w:rsidRDefault="007D32A4" w:rsidP="007D32A4">
      <w:pPr>
        <w:rPr>
          <w:b/>
          <w:bCs/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3. </w:t>
      </w:r>
      <w:r w:rsidRPr="001350AA">
        <w:rPr>
          <w:color w:val="000000"/>
          <w:sz w:val="20"/>
          <w:szCs w:val="20"/>
          <w:u w:val="single"/>
        </w:rPr>
        <w:t>Podstawa prawna otrzymanej pomocy</w:t>
      </w:r>
      <w:r w:rsidRPr="001350AA">
        <w:rPr>
          <w:color w:val="000000"/>
          <w:sz w:val="20"/>
          <w:szCs w:val="20"/>
        </w:rPr>
        <w:t xml:space="preserve"> (kol. 3)</w:t>
      </w:r>
    </w:p>
    <w:p w:rsidR="007D32A4" w:rsidRPr="001350AA" w:rsidRDefault="007D32A4" w:rsidP="007D32A4">
      <w:pPr>
        <w:jc w:val="both"/>
        <w:rPr>
          <w:sz w:val="20"/>
          <w:szCs w:val="20"/>
        </w:rPr>
      </w:pPr>
      <w:r w:rsidRPr="001350AA">
        <w:rPr>
          <w:b/>
          <w:bCs/>
          <w:sz w:val="20"/>
          <w:szCs w:val="20"/>
        </w:rPr>
        <w:t>Uwaga:</w:t>
      </w:r>
      <w:r w:rsidRPr="001350AA">
        <w:rPr>
          <w:sz w:val="20"/>
          <w:szCs w:val="20"/>
        </w:rPr>
        <w:t xml:space="preserve"> istnieją następujące możliwości łączenia elementów tworzących podstawę prawną otrzymanej pomocy, które należy wpisać w poszczególnych kolumnach tabeli w sposób przedstawiony poniżej.</w:t>
      </w:r>
    </w:p>
    <w:p w:rsidR="007D32A4" w:rsidRPr="008F545A" w:rsidRDefault="007D32A4" w:rsidP="007D32A4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522"/>
        <w:gridCol w:w="4523"/>
      </w:tblGrid>
      <w:tr w:rsidR="007D32A4" w:rsidRPr="00323C23" w:rsidTr="00CD1C8D">
        <w:trPr>
          <w:trHeight w:val="476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</w:rPr>
            </w:pPr>
            <w:r w:rsidRPr="00323C23">
              <w:rPr>
                <w:b/>
                <w:bCs/>
              </w:rPr>
              <w:t>Podstawa prawna - informacje podstawowe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A4" w:rsidRPr="00323C23" w:rsidRDefault="007D32A4" w:rsidP="00CD1C8D">
            <w:pPr>
              <w:jc w:val="center"/>
              <w:rPr>
                <w:b/>
                <w:bCs/>
              </w:rPr>
            </w:pPr>
            <w:r w:rsidRPr="00323C23">
              <w:rPr>
                <w:b/>
                <w:bCs/>
              </w:rPr>
              <w:t xml:space="preserve"> Podstawa prawna - informacje szczegółowe</w:t>
            </w:r>
          </w:p>
        </w:tc>
      </w:tr>
      <w:tr w:rsidR="007D32A4" w:rsidRPr="00323C23" w:rsidTr="001350AA">
        <w:trPr>
          <w:trHeight w:val="129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A4" w:rsidRPr="00323C23" w:rsidRDefault="007D32A4" w:rsidP="005D16F8">
            <w:pPr>
              <w:rPr>
                <w:b/>
                <w:bCs/>
              </w:rPr>
            </w:pPr>
            <w:r w:rsidRPr="00323C23">
              <w:rPr>
                <w:b/>
                <w:bCs/>
              </w:rPr>
              <w:t>3a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</w:rPr>
            </w:pPr>
            <w:r w:rsidRPr="00323C23">
              <w:rPr>
                <w:b/>
                <w:bCs/>
              </w:rPr>
              <w:t xml:space="preserve"> 3b</w:t>
            </w:r>
          </w:p>
        </w:tc>
      </w:tr>
      <w:tr w:rsidR="007D32A4" w:rsidRPr="00323C23" w:rsidTr="001350AA">
        <w:trPr>
          <w:trHeight w:val="120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przepis ustawy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brak*</w:t>
            </w:r>
          </w:p>
        </w:tc>
      </w:tr>
      <w:tr w:rsidR="007D32A4" w:rsidRPr="00323C23" w:rsidTr="001350AA">
        <w:trPr>
          <w:trHeight w:val="552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przepis ustawy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2A4" w:rsidRPr="00323C23" w:rsidRDefault="007D32A4">
            <w:r w:rsidRPr="00323C23">
              <w:t>przepis aktu wykonawczego</w:t>
            </w:r>
          </w:p>
        </w:tc>
      </w:tr>
      <w:tr w:rsidR="007D32A4" w:rsidRPr="00323C23" w:rsidTr="001350AA">
        <w:trPr>
          <w:trHeight w:val="371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przepis ustawy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przepis aktu wykonawczego</w:t>
            </w:r>
          </w:p>
          <w:p w:rsidR="007D32A4" w:rsidRPr="00323C23" w:rsidRDefault="007D32A4">
            <w:r w:rsidRPr="00323C23">
              <w:t>decyzja/uchwała/</w:t>
            </w:r>
          </w:p>
          <w:p w:rsidR="007D32A4" w:rsidRPr="00323C23" w:rsidRDefault="007D32A4">
            <w:r w:rsidRPr="00323C23">
              <w:lastRenderedPageBreak/>
              <w:t>umowa – symbol</w:t>
            </w:r>
          </w:p>
        </w:tc>
      </w:tr>
      <w:tr w:rsidR="007D32A4" w:rsidRPr="00323C23" w:rsidTr="001350AA">
        <w:trPr>
          <w:trHeight w:val="65"/>
          <w:jc w:val="center"/>
        </w:trPr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lastRenderedPageBreak/>
              <w:t>przepis ustawy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r w:rsidRPr="00323C23">
              <w:t>decyzja/uchwała/</w:t>
            </w:r>
          </w:p>
          <w:p w:rsidR="007D32A4" w:rsidRPr="00323C23" w:rsidRDefault="007D32A4">
            <w:r w:rsidRPr="00323C23">
              <w:t>umowa – symbol</w:t>
            </w:r>
          </w:p>
        </w:tc>
      </w:tr>
    </w:tbl>
    <w:p w:rsidR="007D32A4" w:rsidRPr="008F545A" w:rsidRDefault="007D32A4" w:rsidP="007D32A4"/>
    <w:p w:rsidR="008F545A" w:rsidRPr="00CD1C8D" w:rsidRDefault="007D32A4" w:rsidP="00CD1C8D">
      <w:pPr>
        <w:spacing w:after="120"/>
        <w:rPr>
          <w:bCs/>
          <w:sz w:val="18"/>
          <w:szCs w:val="18"/>
        </w:rPr>
      </w:pPr>
      <w:r w:rsidRPr="008F545A">
        <w:rPr>
          <w:bCs/>
          <w:sz w:val="18"/>
          <w:szCs w:val="18"/>
        </w:rPr>
        <w:t>* W przypadku braku aktu wykonawczego, decyzji, uchwały i umowy należy wpisać określenie „brak”.</w:t>
      </w:r>
    </w:p>
    <w:p w:rsidR="007D32A4" w:rsidRPr="001350AA" w:rsidRDefault="007D32A4" w:rsidP="007D32A4">
      <w:pPr>
        <w:spacing w:before="240" w:after="120"/>
        <w:jc w:val="both"/>
        <w:rPr>
          <w:sz w:val="20"/>
          <w:szCs w:val="20"/>
        </w:rPr>
      </w:pPr>
      <w:r w:rsidRPr="001350AA">
        <w:rPr>
          <w:b/>
          <w:bCs/>
          <w:sz w:val="20"/>
          <w:szCs w:val="20"/>
        </w:rPr>
        <w:t>Kol. 3a</w:t>
      </w:r>
      <w:r w:rsidRPr="001350AA">
        <w:rPr>
          <w:sz w:val="20"/>
          <w:szCs w:val="20"/>
        </w:rPr>
        <w:t xml:space="preserve"> Podstawa prawna - informacje podstawowe - jeżeli pomoc została udzielona na podstawie ustawy, należy podać w następującej kolejności: datę aktu i tytuł aktu oraz oznaczenie roku, numeru i pozycji Dziennika Ustaw, w którym akt został opublikowany oraz oznaczenie przepisu będącego podstawą udzielenia pomocy (w kolejności: artykuł ustawy, ustęp, punkt, litera, tiret).</w:t>
      </w:r>
    </w:p>
    <w:p w:rsidR="007D32A4" w:rsidRPr="001350AA" w:rsidRDefault="007D32A4" w:rsidP="001350AA">
      <w:pPr>
        <w:spacing w:before="120"/>
        <w:jc w:val="both"/>
        <w:rPr>
          <w:color w:val="000000"/>
          <w:sz w:val="20"/>
          <w:szCs w:val="20"/>
        </w:rPr>
      </w:pPr>
      <w:r w:rsidRPr="001350AA">
        <w:rPr>
          <w:b/>
          <w:bCs/>
          <w:sz w:val="20"/>
          <w:szCs w:val="20"/>
        </w:rPr>
        <w:t>Kol. 3b</w:t>
      </w:r>
      <w:r w:rsidRPr="001350AA">
        <w:rPr>
          <w:sz w:val="20"/>
          <w:szCs w:val="20"/>
        </w:rPr>
        <w:t xml:space="preserve"> Podstawa prawna - informacje szczegółowe - jeżeli podstawą udzielenia pomocy był akt wykonawczy do ustawy, należy podać w następującej kolejności: nazwę organu wydającego akt, datę aktu i tytuł aktu oraz oznaczenie roku, numeru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</w:r>
    </w:p>
    <w:p w:rsidR="007D32A4" w:rsidRPr="001350AA" w:rsidRDefault="007D32A4" w:rsidP="007D32A4">
      <w:pPr>
        <w:tabs>
          <w:tab w:val="left" w:pos="360"/>
        </w:tabs>
        <w:spacing w:after="120"/>
        <w:jc w:val="both"/>
        <w:rPr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4. </w:t>
      </w:r>
      <w:r w:rsidRPr="001350AA">
        <w:rPr>
          <w:color w:val="000000"/>
          <w:sz w:val="20"/>
          <w:szCs w:val="20"/>
          <w:u w:val="single"/>
        </w:rPr>
        <w:t>Forma pomocy</w:t>
      </w:r>
      <w:r w:rsidRPr="001350AA">
        <w:rPr>
          <w:color w:val="000000"/>
          <w:sz w:val="20"/>
          <w:szCs w:val="20"/>
        </w:rPr>
        <w:t xml:space="preserve"> (kol. 4) - </w:t>
      </w:r>
      <w:r w:rsidRPr="001350AA">
        <w:rPr>
          <w:sz w:val="20"/>
          <w:szCs w:val="20"/>
        </w:rPr>
        <w:t>należy podać wyłącznie kod oznaczający właściwą formę pomocy.</w:t>
      </w:r>
    </w:p>
    <w:tbl>
      <w:tblPr>
        <w:tblW w:w="10562" w:type="dxa"/>
        <w:jc w:val="center"/>
        <w:tblInd w:w="-7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72"/>
        <w:gridCol w:w="1490"/>
      </w:tblGrid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Forma pomocy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Kod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dotacja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A1.1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dopłaty do oprocentowania kredytów bankowych (bezpośrednio dla przedsiębiorców)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A1.2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inne wydatki związane z funkcjonowaniem jednostek budżetowych lub realizacją ich zadań statutowych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A1.3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refundacja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A1.4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rekompensata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A1.5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zwolnienie z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odliczenie od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obniżka lub zmniejszenie, powodujące obniżenie podstawy opodatkowania lub wysokości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A2.3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obniżenie wysokości opłaty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A2.4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zwolnienie z opłaty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A2.5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zaniechanie poboru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A2.6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zaniechanie poboru opłaty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A2.7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zaległości podatkowej wraz z odsetkami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A2.8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odsetek od zaległości podatkowej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A2.9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opłaty (składki, wpłaty)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A2.10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odsetek za zwłokę z tytułu opłaty (składki, wpłaty)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kar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A2.13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A2.14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kosztów egzekucyjnych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A2.15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jednorazowa amortyzacja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A2.16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umorzenie kosztów procesu sądowego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A2.17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wniesienie kapitału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B1.1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konwersja wierzytelności na akcje lub udziały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B2.1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pożyczka preferencyjna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C1.1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kredyt preferencyjny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C1.2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dopłaty do oprocentowania kredytów bankowych (dla banków)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C1.3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pożyczki warunkowo umorzone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C1.4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odroczenie terminu płatności zaległości podatkowej lub zaległości podatkowej wraz z odsetkami 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C2.1.2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płatności podatku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płatności zaległości podatkowej lub zaległości podatkowej wraz z odsetkami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C2.3.1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opłaty (składki, wpłaty)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C2.4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C2.4.1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opłaty (składki, wpłaty)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C2.5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C2.5.1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kary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C2.6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kary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C2.7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kosztów egzekucyjnych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C2.8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odsetek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C2.9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kosztów egzekucyjnych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C2.10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odsetek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C2.11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odroczenie terminu płatności kosztów procesu sądowego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C2.12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rozłożenie na raty kosztów procesu sądowego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C2.13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poręczenie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D1.1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gwarancja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D1.2</w:t>
            </w:r>
          </w:p>
        </w:tc>
      </w:tr>
      <w:tr w:rsidR="007D32A4" w:rsidRPr="00323C23" w:rsidTr="001350AA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inne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2A4" w:rsidRPr="00323C23" w:rsidRDefault="007D32A4">
            <w:pPr>
              <w:jc w:val="center"/>
              <w:rPr>
                <w:sz w:val="20"/>
                <w:szCs w:val="20"/>
              </w:rPr>
            </w:pPr>
            <w:r w:rsidRPr="00323C23">
              <w:rPr>
                <w:b/>
                <w:bCs/>
                <w:sz w:val="20"/>
                <w:szCs w:val="20"/>
              </w:rPr>
              <w:t>E</w:t>
            </w:r>
          </w:p>
        </w:tc>
      </w:tr>
    </w:tbl>
    <w:p w:rsidR="007D32A4" w:rsidRPr="001350AA" w:rsidRDefault="007D32A4" w:rsidP="007D32A4">
      <w:pPr>
        <w:jc w:val="both"/>
        <w:textAlignment w:val="top"/>
        <w:rPr>
          <w:color w:val="000000"/>
          <w:sz w:val="20"/>
          <w:szCs w:val="20"/>
        </w:rPr>
      </w:pPr>
    </w:p>
    <w:p w:rsidR="007D32A4" w:rsidRPr="001350AA" w:rsidRDefault="007D32A4" w:rsidP="007D32A4">
      <w:pPr>
        <w:jc w:val="both"/>
        <w:textAlignment w:val="top"/>
        <w:rPr>
          <w:color w:val="000000"/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5.</w:t>
      </w:r>
      <w:r w:rsidRPr="001350AA">
        <w:rPr>
          <w:color w:val="000000"/>
          <w:sz w:val="20"/>
          <w:szCs w:val="20"/>
        </w:rPr>
        <w:t> </w:t>
      </w:r>
      <w:r w:rsidRPr="001350AA">
        <w:rPr>
          <w:color w:val="000000"/>
          <w:sz w:val="20"/>
          <w:szCs w:val="20"/>
          <w:u w:val="single"/>
        </w:rPr>
        <w:t>Wartość otrzymanej pomocy publicznej lub pomocy de minimis</w:t>
      </w:r>
      <w:r w:rsidRPr="001350AA">
        <w:rPr>
          <w:color w:val="000000"/>
          <w:sz w:val="20"/>
          <w:szCs w:val="20"/>
        </w:rPr>
        <w:t xml:space="preserve"> (kol. 5) - należy podać: </w:t>
      </w:r>
    </w:p>
    <w:p w:rsidR="007D32A4" w:rsidRPr="001350AA" w:rsidRDefault="007D32A4" w:rsidP="007D32A4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398"/>
        <w:jc w:val="both"/>
        <w:rPr>
          <w:sz w:val="20"/>
          <w:szCs w:val="20"/>
        </w:rPr>
      </w:pPr>
      <w:r w:rsidRPr="001350AA">
        <w:rPr>
          <w:sz w:val="20"/>
          <w:szCs w:val="20"/>
        </w:rPr>
        <w:t>wartość nominalną pomocy (jako całkowitą wielkość środków finansowych będących podstawą do obliczania wielkości udzielonej pomocy, np. kwota udzielonej pożyczki lub kwota odroczonego podatku) oraz</w:t>
      </w:r>
    </w:p>
    <w:p w:rsidR="007D32A4" w:rsidRPr="001350AA" w:rsidRDefault="007D32A4" w:rsidP="005D16F8">
      <w:pPr>
        <w:spacing w:after="0" w:line="240" w:lineRule="auto"/>
        <w:jc w:val="both"/>
        <w:rPr>
          <w:color w:val="000000"/>
          <w:sz w:val="20"/>
          <w:szCs w:val="20"/>
        </w:rPr>
      </w:pPr>
      <w:r w:rsidRPr="001350AA">
        <w:rPr>
          <w:sz w:val="20"/>
          <w:szCs w:val="20"/>
        </w:rPr>
        <w:t>wartość brutto (jako ekwiwalent dotacji brutto obliczony zgodnie z rozporządzeniem Rady Ministrów z dnia 11 sierpnia 2004 r. w sprawie szczegółowego sposobu obliczania wartości pomocy publicznej udzielanej w różnych formach (Dz. U. Nr 194, poz. 1983, z późn. zm.) oraz właściwymi przepisami unijnymi).</w:t>
      </w:r>
    </w:p>
    <w:p w:rsidR="007D32A4" w:rsidRDefault="007D32A4" w:rsidP="007D32A4">
      <w:pPr>
        <w:jc w:val="both"/>
        <w:textAlignment w:val="top"/>
        <w:rPr>
          <w:color w:val="000000"/>
          <w:sz w:val="20"/>
          <w:szCs w:val="20"/>
        </w:rPr>
      </w:pPr>
      <w:r w:rsidRPr="001350AA">
        <w:rPr>
          <w:b/>
          <w:color w:val="000000"/>
          <w:sz w:val="20"/>
          <w:szCs w:val="20"/>
        </w:rPr>
        <w:t>6.</w:t>
      </w:r>
      <w:r w:rsidRPr="001350AA">
        <w:rPr>
          <w:color w:val="000000"/>
          <w:sz w:val="20"/>
          <w:szCs w:val="20"/>
        </w:rPr>
        <w:t> </w:t>
      </w:r>
      <w:r w:rsidRPr="001350AA">
        <w:rPr>
          <w:color w:val="000000"/>
          <w:sz w:val="20"/>
          <w:szCs w:val="20"/>
          <w:u w:val="single"/>
        </w:rPr>
        <w:t>Przeznaczenie pomocy publicznej</w:t>
      </w:r>
      <w:r w:rsidRPr="001350AA">
        <w:rPr>
          <w:color w:val="000000"/>
          <w:sz w:val="20"/>
          <w:szCs w:val="20"/>
        </w:rPr>
        <w:t xml:space="preserve"> (kol. 6) - należy podać kod wskazujący przeznaczenie otrzymanej pomocy według poniższej tabeli.</w:t>
      </w:r>
    </w:p>
    <w:p w:rsidR="00CD1C8D" w:rsidRDefault="00CD1C8D" w:rsidP="007D32A4">
      <w:pPr>
        <w:jc w:val="both"/>
        <w:textAlignment w:val="top"/>
        <w:rPr>
          <w:color w:val="000000"/>
          <w:sz w:val="20"/>
          <w:szCs w:val="20"/>
        </w:rPr>
      </w:pPr>
    </w:p>
    <w:p w:rsidR="00CD1C8D" w:rsidRDefault="00CD1C8D" w:rsidP="007D32A4">
      <w:pPr>
        <w:jc w:val="both"/>
        <w:textAlignment w:val="top"/>
        <w:rPr>
          <w:color w:val="000000"/>
          <w:sz w:val="20"/>
          <w:szCs w:val="20"/>
        </w:rPr>
      </w:pPr>
    </w:p>
    <w:p w:rsidR="00CD1C8D" w:rsidRDefault="00CD1C8D" w:rsidP="007D32A4">
      <w:pPr>
        <w:jc w:val="both"/>
        <w:textAlignment w:val="top"/>
        <w:rPr>
          <w:color w:val="000000"/>
          <w:sz w:val="20"/>
          <w:szCs w:val="20"/>
        </w:rPr>
      </w:pPr>
    </w:p>
    <w:p w:rsidR="00CD1C8D" w:rsidRPr="001350AA" w:rsidRDefault="00CD1C8D" w:rsidP="007D32A4">
      <w:pPr>
        <w:jc w:val="both"/>
        <w:textAlignment w:val="top"/>
        <w:rPr>
          <w:sz w:val="20"/>
          <w:szCs w:val="20"/>
        </w:rPr>
      </w:pPr>
    </w:p>
    <w:tbl>
      <w:tblPr>
        <w:tblW w:w="0" w:type="auto"/>
        <w:jc w:val="center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/>
      </w:tblPr>
      <w:tblGrid>
        <w:gridCol w:w="9861"/>
        <w:gridCol w:w="787"/>
      </w:tblGrid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1350AA" w:rsidRDefault="007D32A4">
            <w:pPr>
              <w:pStyle w:val="Nagwek2"/>
              <w:jc w:val="center"/>
              <w:rPr>
                <w:rFonts w:ascii="Calibri" w:hAnsi="Calibri" w:cs="Times New Roman"/>
                <w:i w:val="0"/>
                <w:sz w:val="20"/>
                <w:szCs w:val="20"/>
              </w:rPr>
            </w:pPr>
            <w:r w:rsidRPr="001350AA">
              <w:rPr>
                <w:rFonts w:ascii="Calibri" w:hAnsi="Calibri" w:cs="Times New Roman"/>
                <w:i w:val="0"/>
                <w:sz w:val="20"/>
                <w:szCs w:val="20"/>
              </w:rPr>
              <w:t>Kod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2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A. POMOC HORYZONTALNA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działalność badawczą, rozwojową i innowacyjną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projekty badawczo-rozwojowe: badania podstawowe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a1.1.1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projekty badawczo-rozwojowe: badania przemysłowe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a1.1.2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projekty badawczo-rozwojowe: eksperymentalne prace rozwojowe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a1.1.3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dla młodych innowacyjnych przedsiębiorstw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techniczne studia wykonalności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innowacje w obrębie procesów i innowacje organizacyjne w sektorze usług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a1.4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usługi doradcze w zakresie innowacji i usługi wsparcia innowacji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a1.5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tymczasowe zatrudnienie wysoko wykwalifikowanego personelu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a1.6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klastry innowacyjne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a1.7</w:t>
            </w:r>
          </w:p>
        </w:tc>
      </w:tr>
      <w:tr w:rsidR="007D32A4" w:rsidRPr="00323C23" w:rsidTr="001350AA">
        <w:trPr>
          <w:trHeight w:val="469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pokrycie kosztów praw własności przemysłowej dla małych i średnich przedsiębiorstw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a1.8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ochronę środowiska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wcześniejsze dostosowanie przedsiębiorstw do przyszłych norm wspólnotowych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w obszarze ochrony środowiska na inwestycje zwiększające oszczędność energii, w tym pomoc operacyjna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a2.4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a2.5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a2.6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badania środowiska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a2.7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ochronę środowiska w formie ulg podatkowych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a2.8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efektywne energetycznie ciepłownictwo komunalne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a2.9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pomoc na gospodarowanie odpadami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a2.10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rekultywację zanieczyszczonych terenów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relokację przedsiębiorstw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dotycząca programów handlu uprawnieniami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a2.13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inwestycyjna i na zatrudnienie dla małych i średnich przedsiębiorstw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zatrudnienie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a4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usługi doradcze dla małych i średnich przedsiębiorstw oraz udział małych i średnich przedsiębiorstw w targach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usługi doradcze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a5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udział w targach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a6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dla pracowników znajdujących się w szczególnie niekorzystnej sytuacji oraz pracowników niepełnosprawnych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w formie subsydiów płacowych na zatrudnianie pracowników niepełnosprawnych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rekompensatę dodatkowych kosztów związanych z zatrudnianiem pracowników niepełnosprawnych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a13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szkoleniowa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szkolenia specjalistyczne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a14.1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szkolenia ogólne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a14.2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ratowanie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a15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restrukturyzację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a16</w:t>
            </w:r>
          </w:p>
        </w:tc>
      </w:tr>
      <w:tr w:rsidR="007D32A4" w:rsidRPr="00323C23" w:rsidTr="001350AA">
        <w:trPr>
          <w:trHeight w:val="496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udzielana na naprawienie szkód wyrządzonych przez klęski żywiołowe lub inne nadzwyczajne zdarzenia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a17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udzielana na zapobieżenie lub likwidację poważnych zakłóceń w gospodarce o charakterze ponadsektorowym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a18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a19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wspieranie kultury i zachowanie dziedzictwa kulturowego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a20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o charakterze socjalnym dla indywidualnych konsumentów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w formie kapitału podwyższonego ryzyka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a22</w:t>
            </w:r>
          </w:p>
        </w:tc>
      </w:tr>
      <w:tr w:rsidR="007D32A4" w:rsidRPr="00323C23" w:rsidTr="001350AA">
        <w:trPr>
          <w:trHeight w:val="1018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Pomoc na rzecz małych przedsiębiorstw nowo utworzonych przez kobiety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a24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B. POMOC REGIONALNA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zatrudnienie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regionalna pomoc inwestycyjna na duże projekty inwestycyjne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operacyjna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b4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dla nowo utworzonych małych przedsiębiorstw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b5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C. INNE PRZEZNACZENIE</w:t>
            </w:r>
          </w:p>
        </w:tc>
      </w:tr>
      <w:tr w:rsidR="007D32A4" w:rsidRPr="00323C23" w:rsidTr="001350AA">
        <w:trPr>
          <w:trHeight w:val="383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stanowiąca rekompensatę za realizację usług świadczonych w ogólnym interesie gospodarczym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c5</w:t>
            </w:r>
          </w:p>
        </w:tc>
      </w:tr>
      <w:tr w:rsidR="007D32A4" w:rsidRPr="00323C23" w:rsidTr="001350AA">
        <w:trPr>
          <w:trHeight w:val="269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i/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</w:t>
            </w:r>
            <w:r w:rsidRPr="00323C23">
              <w:rPr>
                <w:i/>
                <w:sz w:val="20"/>
                <w:szCs w:val="20"/>
              </w:rPr>
              <w:t xml:space="preserve"> de minimis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e1</w:t>
            </w:r>
          </w:p>
        </w:tc>
      </w:tr>
      <w:tr w:rsidR="007D32A4" w:rsidRPr="00323C23" w:rsidTr="001350AA">
        <w:trPr>
          <w:trHeight w:val="346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0AA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pomoc </w:t>
            </w:r>
            <w:r w:rsidRPr="00323C23">
              <w:rPr>
                <w:i/>
                <w:sz w:val="20"/>
                <w:szCs w:val="20"/>
              </w:rPr>
              <w:t>de minimis</w:t>
            </w:r>
            <w:r w:rsidRPr="00323C23">
              <w:rPr>
                <w:sz w:val="20"/>
                <w:szCs w:val="20"/>
              </w:rPr>
              <w:t xml:space="preserve"> w sektorze transportu drogowego udzielana zgodnie z rozporządzeniem Komisji nr 1998/2006</w:t>
            </w:r>
          </w:p>
          <w:p w:rsidR="001350AA" w:rsidRPr="00323C23" w:rsidRDefault="007D32A4">
            <w:pPr>
              <w:wordWrap w:val="0"/>
              <w:textAlignment w:val="top"/>
              <w:rPr>
                <w:rFonts w:eastAsia="Univers-PL"/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 oraz pomoc </w:t>
            </w:r>
            <w:r w:rsidRPr="00323C23">
              <w:rPr>
                <w:i/>
                <w:sz w:val="20"/>
                <w:szCs w:val="20"/>
              </w:rPr>
              <w:t>de minimis</w:t>
            </w:r>
            <w:r w:rsidRPr="00323C23">
              <w:rPr>
                <w:sz w:val="20"/>
                <w:szCs w:val="20"/>
              </w:rPr>
              <w:t xml:space="preserve"> w sektorze transportu drogowego towarów udzielana zgodnie z </w:t>
            </w:r>
            <w:r w:rsidRPr="00323C23">
              <w:rPr>
                <w:rFonts w:eastAsia="Univers-PL"/>
                <w:sz w:val="20"/>
                <w:szCs w:val="20"/>
              </w:rPr>
              <w:t>rozporządzeniem Komisji</w:t>
            </w:r>
          </w:p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rFonts w:eastAsia="Univers-PL"/>
                <w:b/>
                <w:sz w:val="20"/>
                <w:szCs w:val="20"/>
              </w:rPr>
              <w:t xml:space="preserve"> </w:t>
            </w:r>
            <w:r w:rsidRPr="00323C23">
              <w:rPr>
                <w:rStyle w:val="Pogrubienie"/>
                <w:b w:val="0"/>
                <w:sz w:val="20"/>
                <w:szCs w:val="20"/>
              </w:rPr>
              <w:t>nr 1407/2013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e1t</w:t>
            </w:r>
          </w:p>
        </w:tc>
      </w:tr>
      <w:tr w:rsidR="007D32A4" w:rsidRPr="00323C23" w:rsidTr="001350AA">
        <w:trPr>
          <w:trHeight w:val="346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pomoc </w:t>
            </w:r>
            <w:r w:rsidRPr="00323C23">
              <w:rPr>
                <w:i/>
                <w:sz w:val="20"/>
                <w:szCs w:val="20"/>
              </w:rPr>
              <w:t>de minimis</w:t>
            </w:r>
            <w:r w:rsidRPr="00323C23">
              <w:rPr>
                <w:sz w:val="20"/>
                <w:szCs w:val="20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e1c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D. POMOC W SEKTORACH - przeznaczenia szczególne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BUDOWNICTWA OKRĘTOWEGO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przedsięwzięcia innowacyjne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d2.1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związana z kredytami eksportowymi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d2.2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rozwój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d2.3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całkowite zaprzestanie prowadzenia działalności przez przedsiębiorcę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d2.4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częściowe zaprzestanie prowadzenia działalności przez przedsiębiorcę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d2.5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GÓRNICTWA WĘGLA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pokrycie kosztów nadzwyczajnych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d3.1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pokrycie kosztów produkcji bieżącej dla jednostek objętych planem likwidacji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d3.2</w:t>
            </w:r>
          </w:p>
        </w:tc>
      </w:tr>
      <w:tr w:rsidR="007D32A4" w:rsidRPr="00323C23" w:rsidTr="001350AA">
        <w:trPr>
          <w:trHeight w:val="21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pokrycie kosztów produkcji bieżącej dla jednostek objętych planem dostępu do zasobów węgla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d3.3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inwestycje początkowe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d3.4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TRANSPORTU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ŻEGLUGA MORSKA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inwestycyjna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d4.1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poprawę konkurencyjności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d4.2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repatriację marynarzy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d4.3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wsparcie żeglugi bliskiego zasięgu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d4.4</w:t>
            </w:r>
          </w:p>
        </w:tc>
      </w:tr>
      <w:tr w:rsidR="007D32A4" w:rsidRPr="00323C23" w:rsidTr="001350AA">
        <w:trPr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LOTNICTWO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budowę infrastruktury portu lotniczego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d5.1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usługi portu lotniczego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d5.2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dla przewoźników na rozpoczęcie działalności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d5.3</w:t>
            </w:r>
          </w:p>
        </w:tc>
      </w:tr>
      <w:tr w:rsidR="007D32A4" w:rsidRPr="00323C23" w:rsidTr="001350AA">
        <w:trPr>
          <w:trHeight w:val="361"/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KOLEJOWY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regionalna w celu zakupu lub modernizacji taboru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d6.1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w celu anulowania długów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d6.2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koordynację transportu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d6.3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TRANSPORT MULTIMODALNY I INTERMODALNY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d7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INNA POMOC W SEKTORZE TRANSPORTU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t</w:t>
            </w:r>
          </w:p>
        </w:tc>
      </w:tr>
      <w:tr w:rsidR="007D32A4" w:rsidRPr="00323C23" w:rsidTr="001350AA">
        <w:trPr>
          <w:trHeight w:val="775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ENERGETYKI</w:t>
            </w:r>
          </w:p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>pomoc na pokrycie</w:t>
            </w:r>
            <w:r w:rsidRPr="00323C23">
              <w:rPr>
                <w:i/>
                <w:sz w:val="20"/>
                <w:szCs w:val="20"/>
              </w:rPr>
              <w:t xml:space="preserve"> </w:t>
            </w:r>
            <w:r w:rsidRPr="00323C23">
              <w:rPr>
                <w:rStyle w:val="Uwydatnienie"/>
                <w:i w:val="0"/>
                <w:sz w:val="20"/>
                <w:szCs w:val="20"/>
              </w:rPr>
              <w:t>kosztów powstałych</w:t>
            </w:r>
            <w:r w:rsidRPr="00323C23">
              <w:rPr>
                <w:i/>
                <w:sz w:val="20"/>
                <w:szCs w:val="20"/>
              </w:rPr>
              <w:t xml:space="preserve"> </w:t>
            </w:r>
            <w:r w:rsidRPr="00323C23">
              <w:rPr>
                <w:sz w:val="20"/>
                <w:szCs w:val="20"/>
              </w:rPr>
              <w:t xml:space="preserve">u wytwórców w </w:t>
            </w:r>
            <w:r w:rsidRPr="00323C23">
              <w:rPr>
                <w:rStyle w:val="Uwydatnienie"/>
                <w:i w:val="0"/>
                <w:sz w:val="20"/>
                <w:szCs w:val="20"/>
              </w:rPr>
              <w:t>związku</w:t>
            </w:r>
            <w:r w:rsidRPr="00323C23">
              <w:rPr>
                <w:sz w:val="20"/>
                <w:szCs w:val="20"/>
              </w:rPr>
              <w:t xml:space="preserve"> z przedterminowym</w:t>
            </w:r>
            <w:r w:rsidRPr="00323C23">
              <w:rPr>
                <w:i/>
                <w:sz w:val="20"/>
                <w:szCs w:val="20"/>
              </w:rPr>
              <w:t xml:space="preserve"> </w:t>
            </w:r>
            <w:r w:rsidRPr="00323C23">
              <w:rPr>
                <w:rStyle w:val="Uwydatnienie"/>
                <w:i w:val="0"/>
                <w:sz w:val="20"/>
                <w:szCs w:val="20"/>
              </w:rPr>
              <w:t>rozwiązaniem umów długoterminowych</w:t>
            </w:r>
            <w:r w:rsidRPr="00323C23">
              <w:rPr>
                <w:i/>
                <w:sz w:val="20"/>
                <w:szCs w:val="20"/>
              </w:rPr>
              <w:t xml:space="preserve"> </w:t>
            </w:r>
            <w:r w:rsidRPr="00323C23">
              <w:rPr>
                <w:sz w:val="20"/>
                <w:szCs w:val="20"/>
              </w:rPr>
              <w:t>sprzedaży mocy i energii elektrycznej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d8</w:t>
            </w:r>
          </w:p>
        </w:tc>
      </w:tr>
      <w:tr w:rsidR="007D32A4" w:rsidRPr="00323C23" w:rsidTr="001350AA">
        <w:trPr>
          <w:trHeight w:val="52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KINEMATOGRAFII</w:t>
            </w:r>
          </w:p>
          <w:p w:rsidR="007D32A4" w:rsidRPr="00323C23" w:rsidRDefault="007D32A4">
            <w:pPr>
              <w:wordWrap w:val="0"/>
              <w:jc w:val="both"/>
              <w:textAlignment w:val="top"/>
              <w:rPr>
                <w:sz w:val="20"/>
                <w:szCs w:val="20"/>
              </w:rPr>
            </w:pPr>
            <w:r w:rsidRPr="00323C23">
              <w:rPr>
                <w:sz w:val="20"/>
                <w:szCs w:val="20"/>
              </w:rPr>
              <w:t xml:space="preserve">pomoc dotycząca kinematografii i innych przedsięwzięć audio-wizualnych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d9</w:t>
            </w:r>
          </w:p>
        </w:tc>
      </w:tr>
      <w:tr w:rsidR="007D32A4" w:rsidRPr="00323C23" w:rsidTr="001350AA">
        <w:trPr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both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SEKTOR TELEKOMUNIKACYJNY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2A4" w:rsidRPr="00323C23" w:rsidRDefault="007D32A4">
            <w:pPr>
              <w:wordWrap w:val="0"/>
              <w:jc w:val="center"/>
              <w:textAlignment w:val="top"/>
              <w:rPr>
                <w:b/>
                <w:sz w:val="20"/>
                <w:szCs w:val="20"/>
              </w:rPr>
            </w:pPr>
            <w:r w:rsidRPr="00323C23">
              <w:rPr>
                <w:b/>
                <w:sz w:val="20"/>
                <w:szCs w:val="20"/>
              </w:rPr>
              <w:t>d10</w:t>
            </w:r>
          </w:p>
        </w:tc>
      </w:tr>
    </w:tbl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815B5E" w:rsidRDefault="00815B5E" w:rsidP="00CD1C8D">
      <w:pPr>
        <w:rPr>
          <w:b/>
          <w:sz w:val="28"/>
          <w:szCs w:val="28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CD1C8D" w:rsidRDefault="00CD1C8D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b/>
          <w:sz w:val="20"/>
          <w:szCs w:val="20"/>
          <w:lang w:eastAsia="pl-PL"/>
        </w:rPr>
      </w:pPr>
      <w:r w:rsidRPr="008E0C77">
        <w:rPr>
          <w:rFonts w:eastAsia="Times New Roman"/>
          <w:b/>
          <w:sz w:val="20"/>
          <w:szCs w:val="20"/>
          <w:lang w:eastAsia="pl-PL"/>
        </w:rPr>
        <w:t>Część E. Informacje dotycz</w:t>
      </w:r>
      <w:r w:rsidRPr="008E0C77">
        <w:rPr>
          <w:rFonts w:eastAsia="TimesNewRoman" w:cs="TimesNewRoman"/>
          <w:b/>
          <w:sz w:val="20"/>
          <w:szCs w:val="20"/>
          <w:lang w:eastAsia="pl-PL"/>
        </w:rPr>
        <w:t>ą</w:t>
      </w:r>
      <w:r w:rsidRPr="008E0C77">
        <w:rPr>
          <w:rFonts w:eastAsia="Times New Roman"/>
          <w:b/>
          <w:sz w:val="20"/>
          <w:szCs w:val="20"/>
          <w:lang w:eastAsia="pl-PL"/>
        </w:rPr>
        <w:t xml:space="preserve">ce pomocy </w:t>
      </w:r>
      <w:r w:rsidRPr="008E0C77">
        <w:rPr>
          <w:rFonts w:eastAsia="Times New Roman"/>
          <w:b/>
          <w:i/>
          <w:sz w:val="20"/>
          <w:szCs w:val="20"/>
          <w:lang w:eastAsia="pl-PL"/>
        </w:rPr>
        <w:t>de minimis</w:t>
      </w:r>
      <w:r w:rsidRPr="008E0C77">
        <w:rPr>
          <w:rFonts w:eastAsia="Times New Roman"/>
          <w:b/>
          <w:sz w:val="20"/>
          <w:szCs w:val="20"/>
          <w:lang w:eastAsia="pl-PL"/>
        </w:rPr>
        <w:t xml:space="preserve"> otrzymanej w okresie bieżącego roku podatkowego i dwóch poprzednich lat podatkowych. </w:t>
      </w:r>
    </w:p>
    <w:p w:rsidR="00815B5E" w:rsidRPr="008E0C77" w:rsidRDefault="00815B5E" w:rsidP="008E0C77">
      <w:pPr>
        <w:spacing w:after="0"/>
        <w:rPr>
          <w:rFonts w:eastAsia="Times New Roman"/>
          <w:b/>
          <w:sz w:val="20"/>
          <w:szCs w:val="20"/>
          <w:lang w:eastAsia="pl-PL"/>
        </w:rPr>
      </w:pPr>
    </w:p>
    <w:p w:rsidR="00815B5E" w:rsidRPr="008E0C77" w:rsidRDefault="00815B5E" w:rsidP="008E0C77">
      <w:pPr>
        <w:spacing w:after="0"/>
        <w:rPr>
          <w:rFonts w:eastAsia="Times New Roman"/>
          <w:b/>
          <w:sz w:val="20"/>
          <w:szCs w:val="20"/>
          <w:lang w:eastAsia="pl-PL"/>
        </w:rPr>
      </w:pPr>
      <w:r w:rsidRPr="008E0C77">
        <w:rPr>
          <w:rFonts w:eastAsia="Times New Roman"/>
          <w:b/>
          <w:sz w:val="20"/>
          <w:szCs w:val="20"/>
          <w:lang w:eastAsia="pl-PL"/>
        </w:rPr>
        <w:t>Instrukcja wypełnienia tabeli w części E. formularza informacji przedstawianych przy ubieganiu się o pomoc de minimis</w:t>
      </w: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</w:p>
    <w:p w:rsidR="00815B5E" w:rsidRPr="008E0C77" w:rsidRDefault="00815B5E" w:rsidP="008E0C77">
      <w:pPr>
        <w:spacing w:after="120"/>
        <w:jc w:val="both"/>
        <w:rPr>
          <w:rFonts w:eastAsia="Times New Roman"/>
          <w:sz w:val="20"/>
          <w:szCs w:val="20"/>
          <w:u w:val="single"/>
          <w:lang w:eastAsia="pl-PL"/>
        </w:rPr>
      </w:pPr>
      <w:r w:rsidRPr="008E0C77">
        <w:rPr>
          <w:rFonts w:eastAsia="Times New Roman"/>
          <w:sz w:val="20"/>
          <w:szCs w:val="20"/>
          <w:lang w:eastAsia="pl-PL"/>
        </w:rPr>
        <w:t xml:space="preserve">Należy podać informacje 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o dotychczas otrzymanej pomocy </w:t>
      </w:r>
      <w:r w:rsidRPr="008E0C77">
        <w:rPr>
          <w:rFonts w:eastAsia="Times New Roman"/>
          <w:i/>
          <w:sz w:val="20"/>
          <w:szCs w:val="20"/>
          <w:u w:val="single"/>
          <w:lang w:eastAsia="pl-PL"/>
        </w:rPr>
        <w:t xml:space="preserve">de minimis </w:t>
      </w:r>
      <w:r w:rsidRPr="008E0C77">
        <w:rPr>
          <w:rFonts w:eastAsia="Times New Roman"/>
          <w:sz w:val="20"/>
          <w:szCs w:val="20"/>
          <w:lang w:eastAsia="pl-PL"/>
        </w:rPr>
        <w:t xml:space="preserve">w okresie ostatnich </w:t>
      </w:r>
      <w:r w:rsidRPr="008E0C77">
        <w:rPr>
          <w:rFonts w:eastAsia="Times New Roman"/>
          <w:sz w:val="20"/>
          <w:szCs w:val="20"/>
          <w:lang w:eastAsia="pl-PL"/>
        </w:rPr>
        <w:br/>
      </w:r>
      <w:r w:rsidRPr="008E0C77">
        <w:rPr>
          <w:rFonts w:eastAsia="Times New Roman"/>
          <w:b/>
          <w:bCs/>
          <w:sz w:val="20"/>
          <w:szCs w:val="20"/>
          <w:lang w:eastAsia="pl-PL"/>
        </w:rPr>
        <w:t>3 lat podatkowych,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 zarówno przez przedsiębiorcę ubiegającego się o otrzymanie pomocy jak i przedsiębiorstwa  z nim powiązane (zgodnie z definicją z </w:t>
      </w:r>
      <w:r w:rsidR="008E0C77">
        <w:rPr>
          <w:rFonts w:eastAsia="Times New Roman"/>
          <w:sz w:val="20"/>
          <w:szCs w:val="20"/>
          <w:u w:val="single"/>
          <w:lang w:eastAsia="pl-PL"/>
        </w:rPr>
        <w:t xml:space="preserve"> 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>Załącznika I do rozporządzenia Komisji (WE) nr 651/2014 z dnia 17 czerwca 2014 r. uznającego niektóre rodzaje pomocy za zgodne ze wspólnym rynkiem w zastosowaniu art. 107 i 108 Traktatu (ogólnego rozporządzeni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 xml:space="preserve">a w sprawie wyłączeń blokowych, 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Dz. Urz. UE L 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>187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 z 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>26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>.0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>6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>.20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>14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, </w:t>
      </w:r>
      <w:r w:rsidR="009C1DD5" w:rsidRPr="008E0C77">
        <w:rPr>
          <w:rFonts w:eastAsia="Times New Roman"/>
          <w:sz w:val="20"/>
          <w:szCs w:val="20"/>
          <w:u w:val="single"/>
          <w:lang w:eastAsia="pl-PL"/>
        </w:rPr>
        <w:t>tom.57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). </w:t>
      </w: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color w:val="000000"/>
          <w:sz w:val="20"/>
          <w:szCs w:val="20"/>
          <w:lang w:eastAsia="pl-PL"/>
        </w:rPr>
      </w:pPr>
      <w:r w:rsidRPr="008E0C77">
        <w:rPr>
          <w:rFonts w:eastAsia="Times New Roman"/>
          <w:b/>
          <w:color w:val="000000"/>
          <w:sz w:val="20"/>
          <w:szCs w:val="20"/>
          <w:lang w:eastAsia="pl-PL"/>
        </w:rPr>
        <w:t>Kol. 1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8E0C77">
        <w:rPr>
          <w:rFonts w:eastAsia="Times New Roman"/>
          <w:color w:val="000000"/>
          <w:sz w:val="20"/>
          <w:szCs w:val="20"/>
          <w:u w:val="single"/>
          <w:lang w:eastAsia="pl-PL"/>
        </w:rPr>
        <w:t>Dzień udzielenia pomocy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>– należy podać dzień udzielenia pomocy w rozumieniu art. 2 pkt 11 ustawy z dnia 30 kwietnia 2004 r. o postępowaniu w sprawach dotyczących pomocy publicznej.</w:t>
      </w: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color w:val="000000"/>
          <w:sz w:val="20"/>
          <w:szCs w:val="20"/>
          <w:lang w:eastAsia="pl-PL"/>
        </w:rPr>
      </w:pP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color w:val="000000"/>
          <w:sz w:val="20"/>
          <w:szCs w:val="20"/>
          <w:lang w:eastAsia="pl-PL"/>
        </w:rPr>
      </w:pPr>
      <w:r w:rsidRPr="008E0C77">
        <w:rPr>
          <w:rFonts w:eastAsia="Times New Roman"/>
          <w:b/>
          <w:color w:val="000000"/>
          <w:sz w:val="20"/>
          <w:szCs w:val="20"/>
          <w:lang w:eastAsia="pl-PL"/>
        </w:rPr>
        <w:t>Kol. 2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8E0C77">
        <w:rPr>
          <w:rFonts w:eastAsia="Times New Roman"/>
          <w:color w:val="000000"/>
          <w:sz w:val="20"/>
          <w:szCs w:val="20"/>
          <w:u w:val="single"/>
          <w:lang w:eastAsia="pl-PL"/>
        </w:rPr>
        <w:t>Podmiot udzielający pomocy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 xml:space="preserve"> –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</w:r>
    </w:p>
    <w:p w:rsidR="00815B5E" w:rsidRPr="008E0C77" w:rsidRDefault="00815B5E" w:rsidP="008E0C77">
      <w:pPr>
        <w:spacing w:after="0"/>
        <w:jc w:val="both"/>
        <w:textAlignment w:val="top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8E0C77">
        <w:rPr>
          <w:rFonts w:eastAsia="Times New Roman"/>
          <w:b/>
          <w:color w:val="000000"/>
          <w:sz w:val="20"/>
          <w:szCs w:val="20"/>
          <w:lang w:eastAsia="pl-PL"/>
        </w:rPr>
        <w:t>Kol. 3a i 3b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</w:t>
      </w:r>
      <w:r w:rsidRPr="008E0C77">
        <w:rPr>
          <w:rFonts w:eastAsia="Times New Roman"/>
          <w:sz w:val="20"/>
          <w:szCs w:val="20"/>
          <w:lang w:eastAsia="pl-PL"/>
        </w:rPr>
        <w:t>w EURO</w:t>
      </w:r>
      <w:r w:rsidRPr="008E0C77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8E0C77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8E0C77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8E0C77">
        <w:rPr>
          <w:rFonts w:eastAsia="Times New Roman"/>
          <w:sz w:val="20"/>
          <w:szCs w:val="20"/>
          <w:lang w:eastAsia="pl-PL"/>
        </w:rPr>
        <w:t xml:space="preserve"> w bieżącym roku podatkowym, wskazując jaka część otrzymanej pomocy przypada na działalność w </w:t>
      </w:r>
      <w:r w:rsidR="007D661A">
        <w:rPr>
          <w:rFonts w:eastAsia="Times New Roman"/>
          <w:sz w:val="20"/>
          <w:szCs w:val="20"/>
          <w:lang w:eastAsia="pl-PL"/>
        </w:rPr>
        <w:t xml:space="preserve">zakresie </w:t>
      </w:r>
      <w:r w:rsidR="007D661A" w:rsidRPr="007D661A">
        <w:rPr>
          <w:rFonts w:eastAsia="Times New Roman"/>
          <w:sz w:val="20"/>
          <w:szCs w:val="20"/>
          <w:lang w:eastAsia="pl-PL"/>
        </w:rPr>
        <w:t>drogowego transportu towarów</w:t>
      </w:r>
      <w:r w:rsidR="007D661A">
        <w:rPr>
          <w:rFonts w:eastAsia="Times New Roman"/>
          <w:sz w:val="20"/>
          <w:szCs w:val="20"/>
          <w:lang w:eastAsia="pl-PL"/>
        </w:rPr>
        <w:t>.</w:t>
      </w:r>
      <w:r w:rsidRPr="007D661A">
        <w:rPr>
          <w:rFonts w:eastAsia="Times New Roman"/>
          <w:sz w:val="20"/>
          <w:szCs w:val="20"/>
          <w:lang w:eastAsia="pl-PL"/>
        </w:rPr>
        <w:t>.</w:t>
      </w: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7D661A">
        <w:rPr>
          <w:rFonts w:eastAsia="Times New Roman"/>
          <w:b/>
          <w:color w:val="000000"/>
          <w:sz w:val="20"/>
          <w:szCs w:val="20"/>
          <w:lang w:eastAsia="pl-PL"/>
        </w:rPr>
        <w:t>Kol. 4a i 4b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</w:t>
      </w:r>
      <w:r w:rsidRPr="007D661A">
        <w:rPr>
          <w:rFonts w:eastAsia="Times New Roman"/>
          <w:sz w:val="20"/>
          <w:szCs w:val="20"/>
          <w:lang w:eastAsia="pl-PL"/>
        </w:rPr>
        <w:t>w EURO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7D661A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7D661A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7D661A">
        <w:rPr>
          <w:rFonts w:eastAsia="Times New Roman"/>
          <w:sz w:val="20"/>
          <w:szCs w:val="20"/>
          <w:lang w:eastAsia="pl-PL"/>
        </w:rPr>
        <w:t xml:space="preserve"> w poprzednim roku podatkowym, wskazując jaka część otrzymanej pomocy przypada na działalność w sektorze transportu drogowego.</w:t>
      </w: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7D661A">
        <w:rPr>
          <w:rFonts w:eastAsia="Times New Roman"/>
          <w:b/>
          <w:color w:val="000000"/>
          <w:sz w:val="20"/>
          <w:szCs w:val="20"/>
          <w:lang w:eastAsia="pl-PL"/>
        </w:rPr>
        <w:t>Kol. 5a i 5b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</w:t>
      </w:r>
      <w:r w:rsidRPr="007D661A">
        <w:rPr>
          <w:rFonts w:eastAsia="Times New Roman"/>
          <w:sz w:val="20"/>
          <w:szCs w:val="20"/>
          <w:lang w:eastAsia="pl-PL"/>
        </w:rPr>
        <w:t>w EURO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7D661A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7D661A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7D661A">
        <w:rPr>
          <w:rFonts w:eastAsia="Times New Roman"/>
          <w:sz w:val="20"/>
          <w:szCs w:val="20"/>
          <w:lang w:eastAsia="pl-PL"/>
        </w:rPr>
        <w:t xml:space="preserve"> w roku poprzedzającym poprzedni rok podatkowy, wskazując jaka część otrzymanej pomocy przypada na działalność w </w:t>
      </w:r>
      <w:r w:rsidR="007D661A" w:rsidRPr="007D661A">
        <w:rPr>
          <w:rFonts w:eastAsia="Times New Roman"/>
          <w:sz w:val="20"/>
          <w:szCs w:val="20"/>
          <w:lang w:eastAsia="pl-PL"/>
        </w:rPr>
        <w:t>zakresie drogowego transportu towarów</w:t>
      </w:r>
      <w:r w:rsidRPr="007D661A">
        <w:rPr>
          <w:rFonts w:eastAsia="Times New Roman"/>
          <w:sz w:val="20"/>
          <w:szCs w:val="20"/>
          <w:lang w:eastAsia="pl-PL"/>
        </w:rPr>
        <w:t xml:space="preserve">. </w:t>
      </w: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7D661A">
        <w:rPr>
          <w:rFonts w:eastAsia="Times New Roman"/>
          <w:b/>
          <w:color w:val="000000"/>
          <w:sz w:val="20"/>
          <w:szCs w:val="20"/>
          <w:lang w:eastAsia="pl-PL"/>
        </w:rPr>
        <w:t>Kol. 6a i 6b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w PLN </w:t>
      </w:r>
      <w:r w:rsidRPr="007D661A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7D661A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7D661A">
        <w:rPr>
          <w:rFonts w:eastAsia="Times New Roman"/>
          <w:sz w:val="20"/>
          <w:szCs w:val="20"/>
          <w:lang w:eastAsia="pl-PL"/>
        </w:rPr>
        <w:t xml:space="preserve"> w bieżącym roku podatkowym w euro, wskazując jaka część otrzymanej pomocy przypada na działalność w </w:t>
      </w:r>
      <w:r w:rsidR="007D661A" w:rsidRPr="007D661A">
        <w:rPr>
          <w:rFonts w:eastAsia="Times New Roman"/>
          <w:sz w:val="20"/>
          <w:szCs w:val="20"/>
          <w:lang w:eastAsia="pl-PL"/>
        </w:rPr>
        <w:t>zakresie drogowego transportu towarów</w:t>
      </w:r>
      <w:r w:rsidRPr="007D661A">
        <w:rPr>
          <w:rFonts w:eastAsia="Times New Roman"/>
          <w:sz w:val="20"/>
          <w:szCs w:val="20"/>
          <w:lang w:eastAsia="pl-PL"/>
        </w:rPr>
        <w:t>.</w:t>
      </w: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7D661A">
        <w:rPr>
          <w:rFonts w:eastAsia="Times New Roman"/>
          <w:b/>
          <w:color w:val="000000"/>
          <w:sz w:val="20"/>
          <w:szCs w:val="20"/>
          <w:lang w:eastAsia="pl-PL"/>
        </w:rPr>
        <w:t>Kol. 7a i 7b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w PLN </w:t>
      </w:r>
      <w:r w:rsidRPr="007D661A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7D661A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7D661A">
        <w:rPr>
          <w:rFonts w:eastAsia="Times New Roman"/>
          <w:sz w:val="20"/>
          <w:szCs w:val="20"/>
          <w:lang w:eastAsia="pl-PL"/>
        </w:rPr>
        <w:t xml:space="preserve"> w poprzednim roku podatkowym, wskazując jaka część otrzymanej pomocy przypada na działalność w sektorze transportu drogowego.</w:t>
      </w:r>
    </w:p>
    <w:p w:rsidR="00815B5E" w:rsidRPr="007D661A" w:rsidRDefault="00815B5E" w:rsidP="008E0C77">
      <w:pPr>
        <w:spacing w:after="0"/>
        <w:jc w:val="both"/>
        <w:textAlignment w:val="top"/>
        <w:rPr>
          <w:rFonts w:eastAsia="Times New Roman"/>
          <w:sz w:val="20"/>
          <w:szCs w:val="20"/>
          <w:lang w:eastAsia="pl-PL"/>
        </w:rPr>
      </w:pPr>
      <w:r w:rsidRPr="007D661A">
        <w:rPr>
          <w:rFonts w:eastAsia="Times New Roman"/>
          <w:b/>
          <w:color w:val="000000"/>
          <w:sz w:val="20"/>
          <w:szCs w:val="20"/>
          <w:lang w:eastAsia="pl-PL"/>
        </w:rPr>
        <w:t>Kol. 8a i 8b</w:t>
      </w:r>
      <w:r w:rsidRPr="007D661A">
        <w:rPr>
          <w:rFonts w:eastAsia="Times New Roman"/>
          <w:color w:val="000000"/>
          <w:sz w:val="20"/>
          <w:szCs w:val="20"/>
          <w:lang w:eastAsia="pl-PL"/>
        </w:rPr>
        <w:t xml:space="preserve"> – należy podać wartość w PLN </w:t>
      </w:r>
      <w:r w:rsidRPr="007D661A">
        <w:rPr>
          <w:rFonts w:eastAsia="Times New Roman"/>
          <w:sz w:val="20"/>
          <w:szCs w:val="20"/>
          <w:u w:val="single"/>
          <w:lang w:eastAsia="pl-PL"/>
        </w:rPr>
        <w:t xml:space="preserve">otrzymanej pomocy </w:t>
      </w:r>
      <w:r w:rsidRPr="007D661A">
        <w:rPr>
          <w:rFonts w:eastAsia="Times New Roman"/>
          <w:i/>
          <w:sz w:val="20"/>
          <w:szCs w:val="20"/>
          <w:u w:val="single"/>
          <w:lang w:eastAsia="pl-PL"/>
        </w:rPr>
        <w:t>de minimis</w:t>
      </w:r>
      <w:r w:rsidRPr="007D661A">
        <w:rPr>
          <w:rFonts w:eastAsia="Times New Roman"/>
          <w:sz w:val="20"/>
          <w:szCs w:val="20"/>
          <w:lang w:eastAsia="pl-PL"/>
        </w:rPr>
        <w:t xml:space="preserve"> w roku poprzedzającym poprzedni rok podatkowy, wskazując jaka część otrzymanej pomocy przypada na działalność w </w:t>
      </w:r>
      <w:r w:rsidR="007D661A" w:rsidRPr="007D661A">
        <w:rPr>
          <w:rFonts w:eastAsia="Times New Roman"/>
          <w:sz w:val="20"/>
          <w:szCs w:val="20"/>
          <w:lang w:eastAsia="pl-PL"/>
        </w:rPr>
        <w:t>zakresie drogowego transportu towarów</w:t>
      </w:r>
      <w:r w:rsidRPr="007D661A">
        <w:rPr>
          <w:rFonts w:eastAsia="Times New Roman"/>
          <w:sz w:val="20"/>
          <w:szCs w:val="20"/>
          <w:lang w:eastAsia="pl-PL"/>
        </w:rPr>
        <w:t>.</w:t>
      </w:r>
    </w:p>
    <w:p w:rsidR="00815B5E" w:rsidRPr="007D661A" w:rsidRDefault="00815B5E" w:rsidP="008E0C77">
      <w:pPr>
        <w:autoSpaceDE w:val="0"/>
        <w:autoSpaceDN w:val="0"/>
        <w:adjustRightInd w:val="0"/>
        <w:spacing w:before="120" w:after="0"/>
        <w:jc w:val="both"/>
        <w:rPr>
          <w:rFonts w:eastAsia="Times New Roman"/>
          <w:b/>
          <w:bCs/>
          <w:sz w:val="20"/>
          <w:szCs w:val="20"/>
          <w:lang w:eastAsia="pl-PL"/>
        </w:rPr>
      </w:pPr>
    </w:p>
    <w:p w:rsidR="00815B5E" w:rsidRPr="00815B5E" w:rsidRDefault="00815B5E" w:rsidP="00815B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15B5E" w:rsidRPr="008F545A" w:rsidRDefault="00815B5E" w:rsidP="00CD1C8D">
      <w:pPr>
        <w:rPr>
          <w:b/>
          <w:sz w:val="28"/>
          <w:szCs w:val="28"/>
        </w:rPr>
      </w:pPr>
    </w:p>
    <w:p w:rsidR="007D32A4" w:rsidRPr="005D16F8" w:rsidRDefault="007D32A4" w:rsidP="005D16F8"/>
    <w:sectPr w:rsidR="007D32A4" w:rsidRPr="005D16F8" w:rsidSect="00CD1C8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76" w:rsidRDefault="00A34076" w:rsidP="007869FD">
      <w:pPr>
        <w:spacing w:after="0" w:line="240" w:lineRule="auto"/>
      </w:pPr>
      <w:r>
        <w:separator/>
      </w:r>
    </w:p>
  </w:endnote>
  <w:endnote w:type="continuationSeparator" w:id="0">
    <w:p w:rsidR="00A34076" w:rsidRDefault="00A34076" w:rsidP="0078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76" w:rsidRDefault="00A34076" w:rsidP="007869FD">
      <w:pPr>
        <w:spacing w:after="0" w:line="240" w:lineRule="auto"/>
      </w:pPr>
      <w:r>
        <w:separator/>
      </w:r>
    </w:p>
  </w:footnote>
  <w:footnote w:type="continuationSeparator" w:id="0">
    <w:p w:rsidR="00A34076" w:rsidRDefault="00A34076" w:rsidP="00786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BED" w:rsidRDefault="00CB3BED" w:rsidP="00CB3BED">
    <w:pPr>
      <w:pStyle w:val="Nagwek"/>
      <w:tabs>
        <w:tab w:val="left" w:pos="360"/>
        <w:tab w:val="center" w:pos="5386"/>
      </w:tabs>
    </w:pPr>
    <w:r>
      <w:tab/>
    </w:r>
    <w:r>
      <w:tab/>
    </w:r>
    <w:r w:rsidRPr="00CB3BED">
      <w:rPr>
        <w:noProof/>
        <w:lang w:eastAsia="pl-PL"/>
      </w:rPr>
      <w:drawing>
        <wp:inline distT="0" distB="0" distL="0" distR="0">
          <wp:extent cx="5737860" cy="6248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3BED" w:rsidRDefault="00CB3BED" w:rsidP="00CB3BED">
    <w:pPr>
      <w:pStyle w:val="Nagwek"/>
      <w:jc w:val="center"/>
    </w:pPr>
  </w:p>
  <w:p w:rsidR="00CB3BED" w:rsidRDefault="00CB3BED" w:rsidP="00CB3BE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2CD7"/>
    <w:multiLevelType w:val="hybridMultilevel"/>
    <w:tmpl w:val="C8B0AAA4"/>
    <w:lvl w:ilvl="0" w:tplc="990A8472">
      <w:start w:val="1"/>
      <w:numFmt w:val="lowerLetter"/>
      <w:lvlText w:val="%1)"/>
      <w:lvlJc w:val="left"/>
      <w:pPr>
        <w:tabs>
          <w:tab w:val="num" w:pos="737"/>
        </w:tabs>
        <w:ind w:left="851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24293F"/>
    <w:multiLevelType w:val="hybridMultilevel"/>
    <w:tmpl w:val="2B1EAAB2"/>
    <w:lvl w:ilvl="0" w:tplc="E1CE4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F49"/>
    <w:rsid w:val="0005387B"/>
    <w:rsid w:val="00072523"/>
    <w:rsid w:val="00077506"/>
    <w:rsid w:val="00093CE8"/>
    <w:rsid w:val="000E3F0B"/>
    <w:rsid w:val="001226AC"/>
    <w:rsid w:val="0012433C"/>
    <w:rsid w:val="00126B98"/>
    <w:rsid w:val="001350AA"/>
    <w:rsid w:val="00185FCF"/>
    <w:rsid w:val="001F2B24"/>
    <w:rsid w:val="0024109D"/>
    <w:rsid w:val="002670DB"/>
    <w:rsid w:val="002727C8"/>
    <w:rsid w:val="00282BDC"/>
    <w:rsid w:val="00292BFB"/>
    <w:rsid w:val="002B58CA"/>
    <w:rsid w:val="00323C23"/>
    <w:rsid w:val="00364525"/>
    <w:rsid w:val="003D28A9"/>
    <w:rsid w:val="004229C1"/>
    <w:rsid w:val="004B5C06"/>
    <w:rsid w:val="00513807"/>
    <w:rsid w:val="00540D83"/>
    <w:rsid w:val="00555D0B"/>
    <w:rsid w:val="005616B9"/>
    <w:rsid w:val="00582D2A"/>
    <w:rsid w:val="005D16F8"/>
    <w:rsid w:val="00635659"/>
    <w:rsid w:val="00657F49"/>
    <w:rsid w:val="0069172D"/>
    <w:rsid w:val="006E042E"/>
    <w:rsid w:val="00781802"/>
    <w:rsid w:val="007869FD"/>
    <w:rsid w:val="007D32A4"/>
    <w:rsid w:val="007D661A"/>
    <w:rsid w:val="007E5633"/>
    <w:rsid w:val="00803A4B"/>
    <w:rsid w:val="00815B5E"/>
    <w:rsid w:val="008309C9"/>
    <w:rsid w:val="00866DEE"/>
    <w:rsid w:val="008E0C77"/>
    <w:rsid w:val="008F545A"/>
    <w:rsid w:val="00983D88"/>
    <w:rsid w:val="009C1DD5"/>
    <w:rsid w:val="009D77F5"/>
    <w:rsid w:val="009E519B"/>
    <w:rsid w:val="00A34076"/>
    <w:rsid w:val="00AA564B"/>
    <w:rsid w:val="00AC6FBE"/>
    <w:rsid w:val="00AE24DD"/>
    <w:rsid w:val="00B40257"/>
    <w:rsid w:val="00B77ADC"/>
    <w:rsid w:val="00C131C4"/>
    <w:rsid w:val="00C824F3"/>
    <w:rsid w:val="00CA77AF"/>
    <w:rsid w:val="00CB3BED"/>
    <w:rsid w:val="00CD1C8D"/>
    <w:rsid w:val="00E13A55"/>
    <w:rsid w:val="00E51245"/>
    <w:rsid w:val="00E80776"/>
    <w:rsid w:val="00EF4537"/>
    <w:rsid w:val="00F9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B2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D32A4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D32A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57F49"/>
  </w:style>
  <w:style w:type="character" w:styleId="Hipercze">
    <w:name w:val="Hyperlink"/>
    <w:uiPriority w:val="99"/>
    <w:unhideWhenUsed/>
    <w:rsid w:val="00657F4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57F49"/>
    <w:rPr>
      <w:color w:val="800080"/>
      <w:u w:val="single"/>
    </w:rPr>
  </w:style>
  <w:style w:type="paragraph" w:customStyle="1" w:styleId="font5">
    <w:name w:val="font5"/>
    <w:basedOn w:val="Normalny"/>
    <w:rsid w:val="00657F49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657F49"/>
    <w:pPr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  <w:lang w:eastAsia="pl-PL"/>
    </w:rPr>
  </w:style>
  <w:style w:type="paragraph" w:customStyle="1" w:styleId="font7">
    <w:name w:val="font7"/>
    <w:basedOn w:val="Normalny"/>
    <w:rsid w:val="00657F49"/>
    <w:pPr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65">
    <w:name w:val="xl65"/>
    <w:basedOn w:val="Normalny"/>
    <w:rsid w:val="00657F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657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57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657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657F49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657F4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657F49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57F49"/>
    <w:pPr>
      <w:pBdr>
        <w:top w:val="single" w:sz="4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57F4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57F4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657F49"/>
    <w:pPr>
      <w:pBdr>
        <w:top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657F49"/>
    <w:pPr>
      <w:pBdr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657F49"/>
    <w:pPr>
      <w:pBdr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57F49"/>
    <w:pP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657F49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657F49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657F49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657F4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657F4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657F49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657F4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657F49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657F49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657F49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657F49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100">
    <w:name w:val="xl100"/>
    <w:basedOn w:val="Normalny"/>
    <w:rsid w:val="00657F49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101">
    <w:name w:val="xl101"/>
    <w:basedOn w:val="Normalny"/>
    <w:rsid w:val="00657F4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657F49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657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657F49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657F49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657F49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657F4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657F49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657F4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657F4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657F4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657F4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657F4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657F4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657F49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18">
    <w:name w:val="xl118"/>
    <w:basedOn w:val="Normalny"/>
    <w:rsid w:val="00657F49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19">
    <w:name w:val="xl119"/>
    <w:basedOn w:val="Normalny"/>
    <w:rsid w:val="00657F49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0">
    <w:name w:val="xl120"/>
    <w:basedOn w:val="Normalny"/>
    <w:rsid w:val="00657F49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1">
    <w:name w:val="xl121"/>
    <w:basedOn w:val="Normalny"/>
    <w:rsid w:val="00657F4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2">
    <w:name w:val="xl122"/>
    <w:basedOn w:val="Normalny"/>
    <w:rsid w:val="00657F49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3">
    <w:name w:val="xl123"/>
    <w:basedOn w:val="Normalny"/>
    <w:rsid w:val="00657F49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4">
    <w:name w:val="xl124"/>
    <w:basedOn w:val="Normalny"/>
    <w:rsid w:val="00657F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5">
    <w:name w:val="xl125"/>
    <w:basedOn w:val="Normalny"/>
    <w:rsid w:val="00657F49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6">
    <w:name w:val="xl126"/>
    <w:basedOn w:val="Normalny"/>
    <w:rsid w:val="00657F4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27">
    <w:name w:val="xl127"/>
    <w:basedOn w:val="Normalny"/>
    <w:rsid w:val="00657F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657F49"/>
    <w:pP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657F4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pl-PL"/>
    </w:rPr>
  </w:style>
  <w:style w:type="paragraph" w:customStyle="1" w:styleId="xl130">
    <w:name w:val="xl130"/>
    <w:basedOn w:val="Normalny"/>
    <w:rsid w:val="00657F4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657F49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657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657F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657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657F49"/>
  </w:style>
  <w:style w:type="numbering" w:customStyle="1" w:styleId="Bezlisty3">
    <w:name w:val="Bez listy3"/>
    <w:next w:val="Bezlisty"/>
    <w:uiPriority w:val="99"/>
    <w:semiHidden/>
    <w:unhideWhenUsed/>
    <w:rsid w:val="00657F49"/>
  </w:style>
  <w:style w:type="paragraph" w:styleId="Tekstdymka">
    <w:name w:val="Balloon Text"/>
    <w:basedOn w:val="Normalny"/>
    <w:link w:val="TekstdymkaZnak"/>
    <w:uiPriority w:val="99"/>
    <w:semiHidden/>
    <w:unhideWhenUsed/>
    <w:rsid w:val="007D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D32A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32A4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Nagwek2Znak">
    <w:name w:val="Nagłówek 2 Znak"/>
    <w:link w:val="Nagwek2"/>
    <w:rsid w:val="007D32A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D32A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7D32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D32A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7D32A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7D32A4"/>
    <w:rPr>
      <w:b/>
      <w:bCs/>
    </w:rPr>
  </w:style>
  <w:style w:type="character" w:styleId="Uwydatnienie">
    <w:name w:val="Emphasis"/>
    <w:qFormat/>
    <w:rsid w:val="007D32A4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69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869FD"/>
    <w:rPr>
      <w:sz w:val="20"/>
      <w:szCs w:val="20"/>
    </w:rPr>
  </w:style>
  <w:style w:type="character" w:styleId="Odwoanieprzypisudolnego">
    <w:name w:val="footnote reference"/>
    <w:semiHidden/>
    <w:unhideWhenUsed/>
    <w:rsid w:val="007869F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B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B3B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CB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3BED"/>
    <w:rPr>
      <w:sz w:val="22"/>
      <w:szCs w:val="22"/>
      <w:lang w:eastAsia="en-US"/>
    </w:rPr>
  </w:style>
  <w:style w:type="paragraph" w:customStyle="1" w:styleId="font8">
    <w:name w:val="font8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font11">
    <w:name w:val="font11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eastAsia="pl-PL"/>
    </w:rPr>
  </w:style>
  <w:style w:type="paragraph" w:customStyle="1" w:styleId="xl63">
    <w:name w:val="xl63"/>
    <w:basedOn w:val="Normalny"/>
    <w:rsid w:val="00093C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36">
    <w:name w:val="xl136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37">
    <w:name w:val="xl137"/>
    <w:basedOn w:val="Normalny"/>
    <w:rsid w:val="00093CE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38">
    <w:name w:val="xl138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093CE8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093CE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45">
    <w:name w:val="xl145"/>
    <w:basedOn w:val="Normalny"/>
    <w:rsid w:val="00093CE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46">
    <w:name w:val="xl146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8"/>
      <w:szCs w:val="18"/>
      <w:lang w:eastAsia="pl-PL"/>
    </w:rPr>
  </w:style>
  <w:style w:type="paragraph" w:customStyle="1" w:styleId="xl147">
    <w:name w:val="xl147"/>
    <w:basedOn w:val="Normalny"/>
    <w:rsid w:val="00093CE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093CE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093CE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50">
    <w:name w:val="xl150"/>
    <w:basedOn w:val="Normalny"/>
    <w:rsid w:val="00093CE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093CE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093CE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093CE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093CE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093CE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093CE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093CE8"/>
    <w:pP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159">
    <w:name w:val="xl159"/>
    <w:basedOn w:val="Normalny"/>
    <w:rsid w:val="00093CE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160">
    <w:name w:val="xl160"/>
    <w:basedOn w:val="Normalny"/>
    <w:rsid w:val="00093CE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61">
    <w:name w:val="xl161"/>
    <w:basedOn w:val="Normalny"/>
    <w:rsid w:val="00093CE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62">
    <w:name w:val="xl162"/>
    <w:basedOn w:val="Normalny"/>
    <w:rsid w:val="00093C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093CE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093CE8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093CE8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167">
    <w:name w:val="xl167"/>
    <w:basedOn w:val="Normalny"/>
    <w:rsid w:val="00093CE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093CE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093CE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rsid w:val="00093CE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093CE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093CE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rsid w:val="00093CE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093CE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093CE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093CE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093CE8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80">
    <w:name w:val="xl180"/>
    <w:basedOn w:val="Normalny"/>
    <w:rsid w:val="00093CE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182">
    <w:name w:val="xl182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83">
    <w:name w:val="xl183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84">
    <w:name w:val="xl184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85">
    <w:name w:val="xl185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093CE8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88">
    <w:name w:val="xl188"/>
    <w:basedOn w:val="Normalny"/>
    <w:rsid w:val="00093CE8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89">
    <w:name w:val="xl189"/>
    <w:basedOn w:val="Normalny"/>
    <w:rsid w:val="00093CE8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190">
    <w:name w:val="xl190"/>
    <w:basedOn w:val="Normalny"/>
    <w:rsid w:val="00093CE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093C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093C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093C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093C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197">
    <w:name w:val="xl197"/>
    <w:basedOn w:val="Normalny"/>
    <w:rsid w:val="00093C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198">
    <w:name w:val="xl198"/>
    <w:basedOn w:val="Normalny"/>
    <w:rsid w:val="00093C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199">
    <w:name w:val="xl199"/>
    <w:basedOn w:val="Normalny"/>
    <w:rsid w:val="00093C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00">
    <w:name w:val="xl200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01">
    <w:name w:val="xl201"/>
    <w:basedOn w:val="Normalny"/>
    <w:rsid w:val="00093C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02">
    <w:name w:val="xl202"/>
    <w:basedOn w:val="Normalny"/>
    <w:rsid w:val="00093CE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093C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04">
    <w:name w:val="xl204"/>
    <w:basedOn w:val="Normalny"/>
    <w:rsid w:val="00093CE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05">
    <w:name w:val="xl205"/>
    <w:basedOn w:val="Normalny"/>
    <w:rsid w:val="00093CE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06">
    <w:name w:val="xl206"/>
    <w:basedOn w:val="Normalny"/>
    <w:rsid w:val="00093CE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093CE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09">
    <w:name w:val="xl209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0">
    <w:name w:val="xl210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11">
    <w:name w:val="xl211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093CE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3">
    <w:name w:val="xl213"/>
    <w:basedOn w:val="Normalny"/>
    <w:rsid w:val="00093C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4">
    <w:name w:val="xl214"/>
    <w:basedOn w:val="Normalny"/>
    <w:rsid w:val="00093CE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5">
    <w:name w:val="xl215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6">
    <w:name w:val="xl216"/>
    <w:basedOn w:val="Normalny"/>
    <w:rsid w:val="00093CE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17">
    <w:name w:val="xl217"/>
    <w:basedOn w:val="Normalny"/>
    <w:rsid w:val="00093CE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18">
    <w:name w:val="xl218"/>
    <w:basedOn w:val="Normalny"/>
    <w:rsid w:val="00093CE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19">
    <w:name w:val="xl219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21">
    <w:name w:val="xl221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22">
    <w:name w:val="xl222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23">
    <w:name w:val="xl223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24">
    <w:name w:val="xl224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25">
    <w:name w:val="xl225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  <w:lang w:eastAsia="pl-PL"/>
    </w:rPr>
  </w:style>
  <w:style w:type="paragraph" w:customStyle="1" w:styleId="xl226">
    <w:name w:val="xl226"/>
    <w:basedOn w:val="Normalny"/>
    <w:rsid w:val="00093CE8"/>
    <w:pP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  <w:lang w:eastAsia="pl-PL"/>
    </w:rPr>
  </w:style>
  <w:style w:type="paragraph" w:customStyle="1" w:styleId="xl227">
    <w:name w:val="xl227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28">
    <w:name w:val="xl228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093C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1">
    <w:name w:val="xl231"/>
    <w:basedOn w:val="Normalny"/>
    <w:rsid w:val="00093CE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2">
    <w:name w:val="xl232"/>
    <w:basedOn w:val="Normalny"/>
    <w:rsid w:val="00093C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3">
    <w:name w:val="xl233"/>
    <w:basedOn w:val="Normalny"/>
    <w:rsid w:val="00093C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4">
    <w:name w:val="xl234"/>
    <w:basedOn w:val="Normalny"/>
    <w:rsid w:val="00093CE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5">
    <w:name w:val="xl235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6">
    <w:name w:val="xl236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pl-PL"/>
    </w:rPr>
  </w:style>
  <w:style w:type="paragraph" w:customStyle="1" w:styleId="xl237">
    <w:name w:val="xl237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40">
    <w:name w:val="xl240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pl-PL"/>
    </w:rPr>
  </w:style>
  <w:style w:type="paragraph" w:customStyle="1" w:styleId="xl241">
    <w:name w:val="xl241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pl-PL"/>
    </w:rPr>
  </w:style>
  <w:style w:type="paragraph" w:customStyle="1" w:styleId="xl242">
    <w:name w:val="xl242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093CE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46">
    <w:name w:val="xl246"/>
    <w:basedOn w:val="Normalny"/>
    <w:rsid w:val="00093CE8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47">
    <w:name w:val="xl247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48">
    <w:name w:val="xl248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49">
    <w:name w:val="xl249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50">
    <w:name w:val="xl250"/>
    <w:basedOn w:val="Normalny"/>
    <w:rsid w:val="00093CE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51">
    <w:name w:val="xl251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52">
    <w:name w:val="xl252"/>
    <w:basedOn w:val="Normalny"/>
    <w:rsid w:val="00093C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53">
    <w:name w:val="xl253"/>
    <w:basedOn w:val="Normalny"/>
    <w:rsid w:val="00093CE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254">
    <w:name w:val="xl254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56">
    <w:name w:val="xl256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57">
    <w:name w:val="xl257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58">
    <w:name w:val="xl258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9">
    <w:name w:val="xl259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60">
    <w:name w:val="xl260"/>
    <w:basedOn w:val="Normalny"/>
    <w:rsid w:val="00093CE8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093CE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093CE8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264">
    <w:name w:val="xl264"/>
    <w:basedOn w:val="Normalny"/>
    <w:rsid w:val="00093CE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65">
    <w:name w:val="xl265"/>
    <w:basedOn w:val="Normalny"/>
    <w:rsid w:val="00093CE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66">
    <w:name w:val="xl266"/>
    <w:basedOn w:val="Normalny"/>
    <w:rsid w:val="00093CE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67">
    <w:name w:val="xl267"/>
    <w:basedOn w:val="Normalny"/>
    <w:rsid w:val="00093CE8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68">
    <w:name w:val="xl268"/>
    <w:basedOn w:val="Normalny"/>
    <w:rsid w:val="00093CE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69">
    <w:name w:val="xl269"/>
    <w:basedOn w:val="Normalny"/>
    <w:rsid w:val="00093CE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70">
    <w:name w:val="xl270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093C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72">
    <w:name w:val="xl272"/>
    <w:basedOn w:val="Normalny"/>
    <w:rsid w:val="00093CE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73">
    <w:name w:val="xl273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274">
    <w:name w:val="xl274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275">
    <w:name w:val="xl275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76">
    <w:name w:val="xl276"/>
    <w:basedOn w:val="Normalny"/>
    <w:rsid w:val="00093CE8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77">
    <w:name w:val="xl277"/>
    <w:basedOn w:val="Normalny"/>
    <w:rsid w:val="00093CE8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78">
    <w:name w:val="xl278"/>
    <w:basedOn w:val="Normalny"/>
    <w:rsid w:val="00093CE8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79">
    <w:name w:val="xl279"/>
    <w:basedOn w:val="Normalny"/>
    <w:rsid w:val="00093CE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color w:val="969696"/>
      <w:sz w:val="24"/>
      <w:szCs w:val="24"/>
      <w:lang w:eastAsia="pl-PL"/>
    </w:rPr>
  </w:style>
  <w:style w:type="paragraph" w:customStyle="1" w:styleId="xl280">
    <w:name w:val="xl280"/>
    <w:basedOn w:val="Normalny"/>
    <w:rsid w:val="00093CE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color w:val="969696"/>
      <w:sz w:val="24"/>
      <w:szCs w:val="24"/>
      <w:lang w:eastAsia="pl-PL"/>
    </w:rPr>
  </w:style>
  <w:style w:type="paragraph" w:customStyle="1" w:styleId="xl281">
    <w:name w:val="xl281"/>
    <w:basedOn w:val="Normalny"/>
    <w:rsid w:val="00093CE8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color w:val="969696"/>
      <w:sz w:val="24"/>
      <w:szCs w:val="24"/>
      <w:lang w:eastAsia="pl-PL"/>
    </w:rPr>
  </w:style>
  <w:style w:type="paragraph" w:customStyle="1" w:styleId="xl282">
    <w:name w:val="xl282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283">
    <w:name w:val="xl283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284">
    <w:name w:val="xl284"/>
    <w:basedOn w:val="Normalny"/>
    <w:rsid w:val="00093C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85">
    <w:name w:val="xl285"/>
    <w:basedOn w:val="Normalny"/>
    <w:rsid w:val="00093C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86">
    <w:name w:val="xl286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287">
    <w:name w:val="xl287"/>
    <w:basedOn w:val="Normalny"/>
    <w:rsid w:val="00093CE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288">
    <w:name w:val="xl288"/>
    <w:basedOn w:val="Normalny"/>
    <w:rsid w:val="00093CE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093CE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90">
    <w:name w:val="xl290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292">
    <w:name w:val="xl292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293">
    <w:name w:val="xl293"/>
    <w:basedOn w:val="Normalny"/>
    <w:rsid w:val="00093C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94">
    <w:name w:val="xl294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95">
    <w:name w:val="xl295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8"/>
      <w:szCs w:val="18"/>
      <w:lang w:eastAsia="pl-PL"/>
    </w:rPr>
  </w:style>
  <w:style w:type="paragraph" w:customStyle="1" w:styleId="xl296">
    <w:name w:val="xl296"/>
    <w:basedOn w:val="Normalny"/>
    <w:rsid w:val="00093CE8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297">
    <w:name w:val="xl297"/>
    <w:basedOn w:val="Normalny"/>
    <w:rsid w:val="00093CE8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298">
    <w:name w:val="xl298"/>
    <w:basedOn w:val="Normalny"/>
    <w:rsid w:val="00093CE8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299">
    <w:name w:val="xl299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0">
    <w:name w:val="xl300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1">
    <w:name w:val="xl301"/>
    <w:basedOn w:val="Normalny"/>
    <w:rsid w:val="00093CE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2">
    <w:name w:val="xl302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093CE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4">
    <w:name w:val="xl304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5">
    <w:name w:val="xl305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06">
    <w:name w:val="xl306"/>
    <w:basedOn w:val="Normalny"/>
    <w:rsid w:val="00093C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07">
    <w:name w:val="xl307"/>
    <w:basedOn w:val="Normalny"/>
    <w:rsid w:val="00093CE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08">
    <w:name w:val="xl308"/>
    <w:basedOn w:val="Normalny"/>
    <w:rsid w:val="00093CE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09">
    <w:name w:val="xl309"/>
    <w:basedOn w:val="Normalny"/>
    <w:rsid w:val="00093CE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10">
    <w:name w:val="xl310"/>
    <w:basedOn w:val="Normalny"/>
    <w:rsid w:val="00093CE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11">
    <w:name w:val="xl311"/>
    <w:basedOn w:val="Normalny"/>
    <w:rsid w:val="00093CE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12">
    <w:name w:val="xl312"/>
    <w:basedOn w:val="Normalny"/>
    <w:rsid w:val="00093CE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093CE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4">
    <w:name w:val="xl314"/>
    <w:basedOn w:val="Normalny"/>
    <w:rsid w:val="00093CE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5">
    <w:name w:val="xl315"/>
    <w:basedOn w:val="Normalny"/>
    <w:rsid w:val="00093C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093CE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093CE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093CE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319">
    <w:name w:val="xl319"/>
    <w:basedOn w:val="Normalny"/>
    <w:rsid w:val="00093CE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20">
    <w:name w:val="xl320"/>
    <w:basedOn w:val="Normalny"/>
    <w:rsid w:val="00093CE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321">
    <w:name w:val="xl321"/>
    <w:basedOn w:val="Normalny"/>
    <w:rsid w:val="00093CE8"/>
    <w:pP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322">
    <w:name w:val="xl322"/>
    <w:basedOn w:val="Normalny"/>
    <w:rsid w:val="00093CE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pl-PL"/>
    </w:rPr>
  </w:style>
  <w:style w:type="paragraph" w:customStyle="1" w:styleId="xl323">
    <w:name w:val="xl323"/>
    <w:basedOn w:val="Normalny"/>
    <w:rsid w:val="00093CE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xl324">
    <w:name w:val="xl324"/>
    <w:basedOn w:val="Normalny"/>
    <w:rsid w:val="00093CE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325">
    <w:name w:val="xl325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326">
    <w:name w:val="xl326"/>
    <w:basedOn w:val="Normalny"/>
    <w:rsid w:val="00093C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327">
    <w:name w:val="xl327"/>
    <w:basedOn w:val="Normalny"/>
    <w:rsid w:val="00093C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328">
    <w:name w:val="xl328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329">
    <w:name w:val="xl329"/>
    <w:basedOn w:val="Normalny"/>
    <w:rsid w:val="00093CE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30">
    <w:name w:val="xl330"/>
    <w:basedOn w:val="Normalny"/>
    <w:rsid w:val="00093CE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31">
    <w:name w:val="xl331"/>
    <w:basedOn w:val="Normalny"/>
    <w:rsid w:val="00093CE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32">
    <w:name w:val="xl332"/>
    <w:basedOn w:val="Normalny"/>
    <w:rsid w:val="00093CE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33">
    <w:name w:val="xl333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334">
    <w:name w:val="xl334"/>
    <w:basedOn w:val="Normalny"/>
    <w:rsid w:val="00093CE8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35">
    <w:name w:val="xl335"/>
    <w:basedOn w:val="Normalny"/>
    <w:rsid w:val="00093CE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8"/>
      <w:szCs w:val="28"/>
      <w:lang w:eastAsia="pl-PL"/>
    </w:rPr>
  </w:style>
  <w:style w:type="paragraph" w:customStyle="1" w:styleId="xl336">
    <w:name w:val="xl336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8"/>
      <w:szCs w:val="28"/>
      <w:lang w:eastAsia="pl-PL"/>
    </w:rPr>
  </w:style>
  <w:style w:type="paragraph" w:customStyle="1" w:styleId="xl337">
    <w:name w:val="xl337"/>
    <w:basedOn w:val="Normalny"/>
    <w:rsid w:val="00093CE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38">
    <w:name w:val="xl338"/>
    <w:basedOn w:val="Normalny"/>
    <w:rsid w:val="00093CE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339">
    <w:name w:val="xl339"/>
    <w:basedOn w:val="Normalny"/>
    <w:rsid w:val="00093CE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340">
    <w:name w:val="xl340"/>
    <w:basedOn w:val="Normalny"/>
    <w:rsid w:val="00093CE8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41">
    <w:name w:val="xl341"/>
    <w:basedOn w:val="Normalny"/>
    <w:rsid w:val="00093CE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42">
    <w:name w:val="xl342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8"/>
      <w:szCs w:val="18"/>
      <w:lang w:eastAsia="pl-PL"/>
    </w:rPr>
  </w:style>
  <w:style w:type="paragraph" w:customStyle="1" w:styleId="xl343">
    <w:name w:val="xl343"/>
    <w:basedOn w:val="Normalny"/>
    <w:rsid w:val="00093CE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44">
    <w:name w:val="xl344"/>
    <w:basedOn w:val="Normalny"/>
    <w:rsid w:val="00093CE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45">
    <w:name w:val="xl345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093CE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49">
    <w:name w:val="xl349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50">
    <w:name w:val="xl350"/>
    <w:basedOn w:val="Normalny"/>
    <w:rsid w:val="00093CE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51">
    <w:name w:val="xl351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2">
    <w:name w:val="xl352"/>
    <w:basedOn w:val="Normalny"/>
    <w:rsid w:val="00093CE8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3">
    <w:name w:val="xl353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4">
    <w:name w:val="xl354"/>
    <w:basedOn w:val="Normalny"/>
    <w:rsid w:val="00093CE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5">
    <w:name w:val="xl355"/>
    <w:basedOn w:val="Normalny"/>
    <w:rsid w:val="00093CE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6">
    <w:name w:val="xl356"/>
    <w:basedOn w:val="Normalny"/>
    <w:rsid w:val="00093CE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57">
    <w:name w:val="xl357"/>
    <w:basedOn w:val="Normalny"/>
    <w:rsid w:val="00093CE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8"/>
      <w:szCs w:val="28"/>
      <w:lang w:eastAsia="pl-PL"/>
    </w:rPr>
  </w:style>
  <w:style w:type="paragraph" w:customStyle="1" w:styleId="xl358">
    <w:name w:val="xl358"/>
    <w:basedOn w:val="Normalny"/>
    <w:rsid w:val="00093CE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8"/>
      <w:szCs w:val="28"/>
      <w:lang w:eastAsia="pl-PL"/>
    </w:rPr>
  </w:style>
  <w:style w:type="paragraph" w:customStyle="1" w:styleId="xl359">
    <w:name w:val="xl359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093CE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093C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62">
    <w:name w:val="xl362"/>
    <w:basedOn w:val="Normalny"/>
    <w:rsid w:val="00093CE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63">
    <w:name w:val="xl363"/>
    <w:basedOn w:val="Normalny"/>
    <w:rsid w:val="00093C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64">
    <w:name w:val="xl364"/>
    <w:basedOn w:val="Normalny"/>
    <w:rsid w:val="00093C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093CE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66">
    <w:name w:val="xl366"/>
    <w:basedOn w:val="Normalny"/>
    <w:rsid w:val="00093CE8"/>
    <w:pP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67">
    <w:name w:val="xl367"/>
    <w:basedOn w:val="Normalny"/>
    <w:rsid w:val="00093CE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customStyle="1" w:styleId="xl368">
    <w:name w:val="xl368"/>
    <w:basedOn w:val="Normalny"/>
    <w:rsid w:val="00093C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69">
    <w:name w:val="xl369"/>
    <w:basedOn w:val="Normalny"/>
    <w:rsid w:val="00093C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093CE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okik.gov.pl/sporzadzanie_sprawozdan_z_wykorzystaniem_aplikacji_shrimp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382F7-0EDF-45E8-BBB6-8A9E17B8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10030</Words>
  <Characters>60186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70076</CharactersWithSpaces>
  <SharedDoc>false</SharedDoc>
  <HLinks>
    <vt:vector size="6" baseType="variant">
      <vt:variant>
        <vt:i4>5439605</vt:i4>
      </vt:variant>
      <vt:variant>
        <vt:i4>0</vt:i4>
      </vt:variant>
      <vt:variant>
        <vt:i4>0</vt:i4>
      </vt:variant>
      <vt:variant>
        <vt:i4>5</vt:i4>
      </vt:variant>
      <vt:variant>
        <vt:lpwstr>http://www.uokik.gov.pl/sporzadzanie_sprawozdan_z_wykorzystaniem_aplikacji_shrimp.php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mwagemann</dc:creator>
  <cp:lastModifiedBy>psmuk</cp:lastModifiedBy>
  <cp:revision>5</cp:revision>
  <cp:lastPrinted>2015-09-21T09:53:00Z</cp:lastPrinted>
  <dcterms:created xsi:type="dcterms:W3CDTF">2015-11-25T09:33:00Z</dcterms:created>
  <dcterms:modified xsi:type="dcterms:W3CDTF">2016-04-18T12:30:00Z</dcterms:modified>
</cp:coreProperties>
</file>